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CAFB8" w14:textId="6092962B" w:rsidR="00412A42" w:rsidRPr="00412A42" w:rsidRDefault="00997F14" w:rsidP="00412A4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412A42" w:rsidRPr="00412A42">
        <w:rPr>
          <w:rFonts w:ascii="Corbel" w:hAnsi="Corbel"/>
          <w:bCs/>
          <w:i/>
        </w:rPr>
        <w:t>Załącznik nr 1.5 do Zarządzenia Rektora UR nr 12/2019</w:t>
      </w:r>
    </w:p>
    <w:p w14:paraId="385E0FB8" w14:textId="77777777" w:rsidR="00412A42" w:rsidRPr="00412A42" w:rsidRDefault="00412A42" w:rsidP="00412A4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12A42">
        <w:rPr>
          <w:rFonts w:ascii="Corbel" w:hAnsi="Corbel"/>
          <w:b/>
          <w:smallCaps/>
          <w:sz w:val="24"/>
          <w:szCs w:val="24"/>
        </w:rPr>
        <w:t>SYLABUS</w:t>
      </w:r>
    </w:p>
    <w:p w14:paraId="0B8DD293" w14:textId="2242D186" w:rsidR="00412A42" w:rsidRPr="00412A42" w:rsidRDefault="00412A42" w:rsidP="00412A4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12A4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B277AF" w:rsidRPr="00B277AF">
        <w:rPr>
          <w:rFonts w:ascii="Corbel" w:hAnsi="Corbel"/>
          <w:b/>
          <w:smallCaps/>
          <w:sz w:val="24"/>
          <w:szCs w:val="24"/>
        </w:rPr>
        <w:t>2021-2024</w:t>
      </w:r>
    </w:p>
    <w:p w14:paraId="5AD404E0" w14:textId="6E7A7398" w:rsidR="00412A42" w:rsidRPr="00412A42" w:rsidRDefault="00412A42" w:rsidP="00412A4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412A42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6507E0">
        <w:rPr>
          <w:rFonts w:ascii="Corbel" w:hAnsi="Corbel"/>
          <w:i/>
          <w:sz w:val="24"/>
          <w:szCs w:val="24"/>
        </w:rPr>
        <w:tab/>
      </w:r>
      <w:r w:rsidRPr="00412A42">
        <w:rPr>
          <w:rFonts w:ascii="Corbel" w:hAnsi="Corbel"/>
          <w:i/>
          <w:sz w:val="20"/>
          <w:szCs w:val="20"/>
        </w:rPr>
        <w:t>(skrajne daty</w:t>
      </w:r>
      <w:r w:rsidRPr="00412A42">
        <w:rPr>
          <w:rFonts w:ascii="Corbel" w:hAnsi="Corbel"/>
          <w:sz w:val="20"/>
          <w:szCs w:val="20"/>
        </w:rPr>
        <w:t>)</w:t>
      </w:r>
    </w:p>
    <w:p w14:paraId="12CBFD6A" w14:textId="79728F3A" w:rsidR="00412A42" w:rsidRPr="00412A42" w:rsidRDefault="00412A42" w:rsidP="00412A4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412A42">
        <w:rPr>
          <w:rFonts w:ascii="Corbel" w:hAnsi="Corbel"/>
          <w:sz w:val="20"/>
          <w:szCs w:val="20"/>
        </w:rPr>
        <w:tab/>
      </w:r>
      <w:r w:rsidRPr="00412A42">
        <w:rPr>
          <w:rFonts w:ascii="Corbel" w:hAnsi="Corbel"/>
          <w:sz w:val="20"/>
          <w:szCs w:val="20"/>
        </w:rPr>
        <w:tab/>
      </w:r>
      <w:r w:rsidRPr="00412A42">
        <w:rPr>
          <w:rFonts w:ascii="Corbel" w:hAnsi="Corbel"/>
          <w:sz w:val="20"/>
          <w:szCs w:val="20"/>
        </w:rPr>
        <w:tab/>
      </w:r>
      <w:r w:rsidRPr="00412A42">
        <w:rPr>
          <w:rFonts w:ascii="Corbel" w:hAnsi="Corbel"/>
          <w:sz w:val="20"/>
          <w:szCs w:val="20"/>
        </w:rPr>
        <w:tab/>
        <w:t xml:space="preserve">Rok akademicki </w:t>
      </w:r>
      <w:r w:rsidR="00B277AF">
        <w:rPr>
          <w:rFonts w:ascii="Corbel" w:hAnsi="Corbel"/>
          <w:sz w:val="20"/>
          <w:szCs w:val="20"/>
        </w:rPr>
        <w:t>2021/2022</w:t>
      </w:r>
    </w:p>
    <w:p w14:paraId="36C57E89" w14:textId="77777777" w:rsidR="00412A42" w:rsidRPr="00412A42" w:rsidRDefault="00412A42" w:rsidP="00412A42">
      <w:pPr>
        <w:spacing w:after="0" w:line="240" w:lineRule="auto"/>
        <w:rPr>
          <w:rFonts w:ascii="Corbel" w:hAnsi="Corbel"/>
          <w:sz w:val="24"/>
          <w:szCs w:val="24"/>
        </w:rPr>
      </w:pPr>
    </w:p>
    <w:p w14:paraId="51941BFE" w14:textId="77777777" w:rsidR="00412A42" w:rsidRPr="00412A42" w:rsidRDefault="00412A42" w:rsidP="00412A42">
      <w:pPr>
        <w:spacing w:after="0" w:line="240" w:lineRule="auto"/>
        <w:rPr>
          <w:rFonts w:ascii="Corbel" w:hAnsi="Corbel"/>
          <w:b/>
          <w:smallCaps/>
          <w:color w:val="0070C0"/>
          <w:sz w:val="24"/>
          <w:szCs w:val="24"/>
        </w:rPr>
      </w:pPr>
      <w:r w:rsidRPr="00412A42">
        <w:rPr>
          <w:rFonts w:ascii="Corbel" w:hAnsi="Corbel"/>
          <w:b/>
          <w:smallCaps/>
          <w:sz w:val="24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12A42" w:rsidRPr="00412A42" w14:paraId="23635238" w14:textId="77777777" w:rsidTr="00BA4D67">
        <w:tc>
          <w:tcPr>
            <w:tcW w:w="2694" w:type="dxa"/>
            <w:vAlign w:val="center"/>
          </w:tcPr>
          <w:p w14:paraId="3A02D164" w14:textId="77777777" w:rsidR="00412A42" w:rsidRPr="00412A42" w:rsidRDefault="00412A42" w:rsidP="00412A4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12A42">
              <w:rPr>
                <w:rFonts w:ascii="Corbel" w:eastAsia="Times New Roman" w:hAnsi="Corbel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927B54F" w14:textId="77777777" w:rsidR="00412A42" w:rsidRPr="00B277AF" w:rsidRDefault="00412A42" w:rsidP="00412A42">
            <w:pPr>
              <w:spacing w:before="100" w:beforeAutospacing="1" w:after="100" w:afterAutospacing="1" w:line="240" w:lineRule="auto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B277AF">
              <w:rPr>
                <w:rFonts w:ascii="Corbel" w:hAnsi="Corbel"/>
                <w:b/>
                <w:color w:val="000000"/>
                <w:sz w:val="24"/>
                <w:szCs w:val="24"/>
              </w:rPr>
              <w:t>Psychologia społeczna</w:t>
            </w:r>
          </w:p>
        </w:tc>
      </w:tr>
      <w:tr w:rsidR="00412A42" w:rsidRPr="00412A42" w14:paraId="61F54E8A" w14:textId="77777777" w:rsidTr="00BA4D67">
        <w:tc>
          <w:tcPr>
            <w:tcW w:w="2694" w:type="dxa"/>
            <w:vAlign w:val="center"/>
          </w:tcPr>
          <w:p w14:paraId="345602DD" w14:textId="77777777" w:rsidR="00412A42" w:rsidRPr="00412A42" w:rsidRDefault="00412A42" w:rsidP="00412A4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12A42">
              <w:rPr>
                <w:rFonts w:ascii="Corbel" w:eastAsia="Times New Roman" w:hAnsi="Corbel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2B8ADED" w14:textId="77777777" w:rsidR="00412A42" w:rsidRPr="00412A42" w:rsidRDefault="00131D46" w:rsidP="00412A42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131D46">
              <w:rPr>
                <w:rFonts w:ascii="Corbel" w:hAnsi="Corbel"/>
                <w:color w:val="000000"/>
                <w:sz w:val="24"/>
                <w:szCs w:val="24"/>
              </w:rPr>
              <w:t>P1S[2]</w:t>
            </w:r>
            <w:r w:rsidR="00271153">
              <w:rPr>
                <w:rFonts w:ascii="Corbel" w:hAnsi="Corbel"/>
                <w:color w:val="000000"/>
                <w:sz w:val="24"/>
                <w:szCs w:val="24"/>
              </w:rPr>
              <w:t>0</w:t>
            </w:r>
            <w:r w:rsidRPr="00131D46">
              <w:rPr>
                <w:rFonts w:ascii="Corbel" w:hAnsi="Corbel"/>
                <w:color w:val="000000"/>
                <w:sz w:val="24"/>
                <w:szCs w:val="24"/>
              </w:rPr>
              <w:t>_06</w:t>
            </w:r>
          </w:p>
        </w:tc>
      </w:tr>
      <w:tr w:rsidR="00412A42" w:rsidRPr="00412A42" w14:paraId="69997E28" w14:textId="77777777" w:rsidTr="00BA4D67">
        <w:tc>
          <w:tcPr>
            <w:tcW w:w="2694" w:type="dxa"/>
            <w:vAlign w:val="center"/>
          </w:tcPr>
          <w:p w14:paraId="1AD2DE20" w14:textId="77777777" w:rsidR="00412A42" w:rsidRPr="00412A42" w:rsidRDefault="00412A42" w:rsidP="00412A4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12A42">
              <w:rPr>
                <w:rFonts w:ascii="Corbel" w:eastAsia="Times New Roman" w:hAnsi="Corbel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6A02ADF" w14:textId="77777777" w:rsidR="00412A42" w:rsidRPr="00412A42" w:rsidRDefault="00412A42" w:rsidP="00412A42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412A42">
              <w:rPr>
                <w:rFonts w:ascii="Corbel" w:hAnsi="Corbel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412A42" w:rsidRPr="00412A42" w14:paraId="36A0D657" w14:textId="77777777" w:rsidTr="00BA4D67">
        <w:tc>
          <w:tcPr>
            <w:tcW w:w="2694" w:type="dxa"/>
            <w:vAlign w:val="center"/>
          </w:tcPr>
          <w:p w14:paraId="4089B9DF" w14:textId="77777777" w:rsidR="00412A42" w:rsidRPr="00412A42" w:rsidRDefault="00412A42" w:rsidP="00412A4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12A42">
              <w:rPr>
                <w:rFonts w:ascii="Corbel" w:eastAsia="Times New Roman" w:hAnsi="Corbel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EAC64B8" w14:textId="77777777" w:rsidR="00412A42" w:rsidRPr="00412A42" w:rsidRDefault="00412A42" w:rsidP="00412A42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412A42">
              <w:rPr>
                <w:rFonts w:ascii="Corbel" w:hAnsi="Corbel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412A42" w:rsidRPr="00412A42" w14:paraId="3B3D419E" w14:textId="77777777" w:rsidTr="00BA4D67">
        <w:tc>
          <w:tcPr>
            <w:tcW w:w="2694" w:type="dxa"/>
            <w:vAlign w:val="center"/>
          </w:tcPr>
          <w:p w14:paraId="534B85DF" w14:textId="77777777" w:rsidR="00412A42" w:rsidRPr="00412A42" w:rsidRDefault="00412A42" w:rsidP="00412A4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12A42">
              <w:rPr>
                <w:rFonts w:ascii="Corbel" w:eastAsia="Times New Roman" w:hAnsi="Corbel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35B93AE" w14:textId="77777777" w:rsidR="00412A42" w:rsidRPr="00412A42" w:rsidRDefault="00412A42" w:rsidP="00412A42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Praca socjalna</w:t>
            </w:r>
          </w:p>
        </w:tc>
      </w:tr>
      <w:tr w:rsidR="00412A42" w:rsidRPr="00412A42" w14:paraId="1F6BF5FA" w14:textId="77777777" w:rsidTr="00BA4D67">
        <w:tc>
          <w:tcPr>
            <w:tcW w:w="2694" w:type="dxa"/>
            <w:vAlign w:val="center"/>
          </w:tcPr>
          <w:p w14:paraId="380B2836" w14:textId="77777777" w:rsidR="00412A42" w:rsidRPr="00412A42" w:rsidRDefault="00412A42" w:rsidP="00412A4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12A42">
              <w:rPr>
                <w:rFonts w:ascii="Corbel" w:eastAsia="Times New Roman" w:hAnsi="Corbel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F1262FB" w14:textId="77777777" w:rsidR="00412A42" w:rsidRPr="00412A42" w:rsidRDefault="00412A42" w:rsidP="00412A42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412A42">
              <w:rPr>
                <w:rFonts w:ascii="Corbel" w:hAnsi="Corbel"/>
                <w:color w:val="000000"/>
                <w:sz w:val="24"/>
                <w:szCs w:val="24"/>
              </w:rPr>
              <w:t>I stopień</w:t>
            </w:r>
          </w:p>
        </w:tc>
      </w:tr>
      <w:tr w:rsidR="00412A42" w:rsidRPr="00412A42" w14:paraId="09EB2786" w14:textId="77777777" w:rsidTr="00BA4D67">
        <w:tc>
          <w:tcPr>
            <w:tcW w:w="2694" w:type="dxa"/>
            <w:vAlign w:val="center"/>
          </w:tcPr>
          <w:p w14:paraId="0BC8338B" w14:textId="77777777" w:rsidR="00412A42" w:rsidRPr="00412A42" w:rsidRDefault="00412A42" w:rsidP="00412A4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12A42">
              <w:rPr>
                <w:rFonts w:ascii="Corbel" w:eastAsia="Times New Roman" w:hAnsi="Corbel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1A6E060F" w14:textId="77777777" w:rsidR="00412A42" w:rsidRPr="00412A42" w:rsidRDefault="00412A42" w:rsidP="00412A42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412A42">
              <w:rPr>
                <w:rFonts w:ascii="Corbel" w:hAnsi="Corbel"/>
                <w:color w:val="000000"/>
                <w:sz w:val="24"/>
                <w:szCs w:val="24"/>
              </w:rPr>
              <w:t>ogólnoakademicki</w:t>
            </w:r>
          </w:p>
        </w:tc>
      </w:tr>
      <w:tr w:rsidR="00412A42" w:rsidRPr="00412A42" w14:paraId="1B109A13" w14:textId="77777777" w:rsidTr="00BA4D67">
        <w:tc>
          <w:tcPr>
            <w:tcW w:w="2694" w:type="dxa"/>
            <w:vAlign w:val="center"/>
          </w:tcPr>
          <w:p w14:paraId="1D57EA64" w14:textId="77777777" w:rsidR="00412A42" w:rsidRPr="00412A42" w:rsidRDefault="00412A42" w:rsidP="00412A4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12A42">
              <w:rPr>
                <w:rFonts w:ascii="Corbel" w:eastAsia="Times New Roman" w:hAnsi="Corbel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0C7C655" w14:textId="77777777" w:rsidR="00412A42" w:rsidRPr="00412A42" w:rsidRDefault="00412A42" w:rsidP="00412A42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412A42">
              <w:rPr>
                <w:rFonts w:ascii="Corbel" w:hAnsi="Corbel"/>
                <w:color w:val="000000"/>
                <w:sz w:val="24"/>
                <w:szCs w:val="24"/>
              </w:rPr>
              <w:t>stacjonarne</w:t>
            </w:r>
          </w:p>
        </w:tc>
      </w:tr>
      <w:tr w:rsidR="00412A42" w:rsidRPr="00412A42" w14:paraId="74CCDCFB" w14:textId="77777777" w:rsidTr="00BA4D67">
        <w:tc>
          <w:tcPr>
            <w:tcW w:w="2694" w:type="dxa"/>
            <w:vAlign w:val="center"/>
          </w:tcPr>
          <w:p w14:paraId="66F393A8" w14:textId="77777777" w:rsidR="00412A42" w:rsidRPr="00412A42" w:rsidRDefault="00412A42" w:rsidP="00412A4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12A42">
              <w:rPr>
                <w:rFonts w:ascii="Corbel" w:eastAsia="Times New Roman" w:hAnsi="Corbel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9747C2F" w14:textId="793F1B7B" w:rsidR="00412A42" w:rsidRPr="00412A42" w:rsidRDefault="00412A42" w:rsidP="00412A42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Rok 1, semestr I</w:t>
            </w:r>
            <w:r w:rsidR="00043797">
              <w:rPr>
                <w:rFonts w:ascii="Corbel" w:hAnsi="Corbel"/>
                <w:color w:val="000000"/>
                <w:sz w:val="24"/>
                <w:szCs w:val="24"/>
              </w:rPr>
              <w:t>I</w:t>
            </w:r>
          </w:p>
        </w:tc>
      </w:tr>
      <w:tr w:rsidR="00412A42" w:rsidRPr="00412A42" w14:paraId="55F76A4F" w14:textId="77777777" w:rsidTr="00BA4D67">
        <w:tc>
          <w:tcPr>
            <w:tcW w:w="2694" w:type="dxa"/>
            <w:vAlign w:val="center"/>
          </w:tcPr>
          <w:p w14:paraId="72467514" w14:textId="77777777" w:rsidR="00412A42" w:rsidRPr="00412A42" w:rsidRDefault="00412A42" w:rsidP="00412A4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12A42">
              <w:rPr>
                <w:rFonts w:ascii="Corbel" w:eastAsia="Times New Roman" w:hAnsi="Corbel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4066FB0" w14:textId="77777777" w:rsidR="00412A42" w:rsidRPr="00412A42" w:rsidRDefault="00271153" w:rsidP="00412A42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podstawowy</w:t>
            </w:r>
          </w:p>
        </w:tc>
      </w:tr>
      <w:tr w:rsidR="00412A42" w:rsidRPr="00412A42" w14:paraId="58E35637" w14:textId="77777777" w:rsidTr="00BA4D67">
        <w:tc>
          <w:tcPr>
            <w:tcW w:w="2694" w:type="dxa"/>
            <w:vAlign w:val="center"/>
          </w:tcPr>
          <w:p w14:paraId="0FB63B75" w14:textId="77777777" w:rsidR="00412A42" w:rsidRPr="00412A42" w:rsidRDefault="00412A42" w:rsidP="00412A4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12A42">
              <w:rPr>
                <w:rFonts w:ascii="Corbel" w:eastAsia="Times New Roman" w:hAnsi="Corbel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13BA6A" w14:textId="77777777" w:rsidR="00412A42" w:rsidRPr="00412A42" w:rsidRDefault="00412A42" w:rsidP="00412A42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412A42">
              <w:rPr>
                <w:rFonts w:ascii="Corbel" w:hAnsi="Corbel"/>
                <w:color w:val="000000"/>
                <w:sz w:val="24"/>
                <w:szCs w:val="24"/>
              </w:rPr>
              <w:t>polski</w:t>
            </w:r>
          </w:p>
        </w:tc>
      </w:tr>
      <w:tr w:rsidR="00412A42" w:rsidRPr="00412A42" w14:paraId="417B30A1" w14:textId="77777777" w:rsidTr="00BA4D67">
        <w:tc>
          <w:tcPr>
            <w:tcW w:w="2694" w:type="dxa"/>
            <w:vAlign w:val="center"/>
          </w:tcPr>
          <w:p w14:paraId="246F506D" w14:textId="77777777" w:rsidR="00412A42" w:rsidRPr="00412A42" w:rsidRDefault="00412A42" w:rsidP="00412A4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12A42">
              <w:rPr>
                <w:rFonts w:ascii="Corbel" w:eastAsia="Times New Roman" w:hAnsi="Corbel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D6D3445" w14:textId="77777777" w:rsidR="00412A42" w:rsidRPr="00412A42" w:rsidRDefault="00412A42" w:rsidP="00412A42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412A42">
              <w:rPr>
                <w:rFonts w:ascii="Corbel" w:hAnsi="Corbel"/>
                <w:color w:val="000000"/>
                <w:sz w:val="24"/>
                <w:szCs w:val="24"/>
              </w:rPr>
              <w:t>Agata Kotowska</w:t>
            </w:r>
          </w:p>
        </w:tc>
      </w:tr>
      <w:tr w:rsidR="00412A42" w:rsidRPr="00412A42" w14:paraId="256DCF28" w14:textId="77777777" w:rsidTr="00BA4D67">
        <w:tc>
          <w:tcPr>
            <w:tcW w:w="2694" w:type="dxa"/>
            <w:vAlign w:val="center"/>
          </w:tcPr>
          <w:p w14:paraId="2E056A1B" w14:textId="77777777" w:rsidR="00412A42" w:rsidRPr="00412A42" w:rsidRDefault="00412A42" w:rsidP="00412A4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12A42">
              <w:rPr>
                <w:rFonts w:ascii="Corbel" w:eastAsia="Times New Roman" w:hAnsi="Corbel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0C44A94" w14:textId="77777777" w:rsidR="00412A42" w:rsidRPr="00412A42" w:rsidRDefault="00412A42" w:rsidP="00412A42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412A42">
              <w:rPr>
                <w:rFonts w:ascii="Corbel" w:hAnsi="Corbel"/>
                <w:color w:val="000000"/>
                <w:sz w:val="24"/>
                <w:szCs w:val="24"/>
              </w:rPr>
              <w:t>Agata Kotowska</w:t>
            </w:r>
          </w:p>
        </w:tc>
      </w:tr>
    </w:tbl>
    <w:p w14:paraId="00B0FEA3" w14:textId="77777777" w:rsidR="00412A42" w:rsidRPr="00412A42" w:rsidRDefault="00412A42" w:rsidP="00412A42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/>
          <w:b/>
          <w:sz w:val="24"/>
          <w:szCs w:val="24"/>
          <w:lang w:eastAsia="pl-PL"/>
        </w:rPr>
      </w:pPr>
      <w:r w:rsidRPr="00412A42">
        <w:rPr>
          <w:rFonts w:ascii="Corbel" w:eastAsia="Times New Roman" w:hAnsi="Corbel"/>
          <w:b/>
          <w:sz w:val="24"/>
          <w:szCs w:val="24"/>
          <w:lang w:eastAsia="pl-PL"/>
        </w:rPr>
        <w:t xml:space="preserve">* </w:t>
      </w:r>
      <w:r w:rsidRPr="00412A42">
        <w:rPr>
          <w:rFonts w:ascii="Corbel" w:eastAsia="Times New Roman" w:hAnsi="Corbel"/>
          <w:b/>
          <w:i/>
          <w:sz w:val="24"/>
          <w:szCs w:val="24"/>
          <w:lang w:eastAsia="pl-PL"/>
        </w:rPr>
        <w:t>-</w:t>
      </w:r>
      <w:r w:rsidRPr="00412A42">
        <w:rPr>
          <w:rFonts w:ascii="Corbel" w:eastAsia="Times New Roman" w:hAnsi="Corbel"/>
          <w:i/>
          <w:sz w:val="24"/>
          <w:szCs w:val="24"/>
          <w:lang w:eastAsia="pl-PL"/>
        </w:rPr>
        <w:t>opcjonalni</w:t>
      </w:r>
      <w:r w:rsidRPr="00412A42">
        <w:rPr>
          <w:rFonts w:ascii="Corbel" w:eastAsia="Times New Roman" w:hAnsi="Corbel"/>
          <w:sz w:val="24"/>
          <w:szCs w:val="24"/>
          <w:lang w:eastAsia="pl-PL"/>
        </w:rPr>
        <w:t>e,</w:t>
      </w:r>
      <w:r w:rsidRPr="00412A42">
        <w:rPr>
          <w:rFonts w:ascii="Corbel" w:eastAsia="Times New Roman" w:hAnsi="Corbel"/>
          <w:b/>
          <w:i/>
          <w:sz w:val="24"/>
          <w:szCs w:val="24"/>
          <w:lang w:eastAsia="pl-PL"/>
        </w:rPr>
        <w:t xml:space="preserve"> </w:t>
      </w:r>
      <w:r w:rsidRPr="00412A42">
        <w:rPr>
          <w:rFonts w:ascii="Corbel" w:eastAsia="Times New Roman" w:hAnsi="Corbel"/>
          <w:i/>
          <w:sz w:val="24"/>
          <w:szCs w:val="24"/>
          <w:lang w:eastAsia="pl-PL"/>
        </w:rPr>
        <w:t>zgodnie z ustaleniami w Jednostce</w:t>
      </w:r>
    </w:p>
    <w:p w14:paraId="2125632C" w14:textId="77777777" w:rsidR="00412A42" w:rsidRPr="00412A42" w:rsidRDefault="00412A42" w:rsidP="00412A4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/>
          <w:b/>
          <w:sz w:val="24"/>
          <w:szCs w:val="24"/>
          <w:lang w:eastAsia="pl-PL"/>
        </w:rPr>
      </w:pPr>
    </w:p>
    <w:p w14:paraId="325A4C0E" w14:textId="77777777" w:rsidR="00412A42" w:rsidRPr="00412A42" w:rsidRDefault="00412A42" w:rsidP="00412A4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/>
          <w:b/>
          <w:sz w:val="24"/>
          <w:szCs w:val="24"/>
          <w:lang w:eastAsia="pl-PL"/>
        </w:rPr>
      </w:pPr>
      <w:r w:rsidRPr="00412A42">
        <w:rPr>
          <w:rFonts w:ascii="Corbel" w:eastAsia="Times New Roman" w:hAnsi="Corbel"/>
          <w:b/>
          <w:sz w:val="24"/>
          <w:szCs w:val="24"/>
          <w:lang w:eastAsia="pl-PL"/>
        </w:rPr>
        <w:t xml:space="preserve">1.1.Formy zajęć dydaktycznych, wymiar godzin i punktów ECTS </w:t>
      </w:r>
    </w:p>
    <w:p w14:paraId="4D24757D" w14:textId="77777777" w:rsidR="00412A42" w:rsidRPr="00412A42" w:rsidRDefault="00412A42" w:rsidP="00412A4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412A42" w:rsidRPr="00412A42" w14:paraId="7EAF8EE4" w14:textId="77777777" w:rsidTr="00B277A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C07AE" w14:textId="77777777" w:rsidR="00412A42" w:rsidRPr="00412A42" w:rsidRDefault="00412A42" w:rsidP="00B277AF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>Semestr</w:t>
            </w:r>
          </w:p>
          <w:p w14:paraId="6A7F501C" w14:textId="77777777" w:rsidR="00412A42" w:rsidRPr="00412A42" w:rsidRDefault="00412A42" w:rsidP="00B277AF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14154" w14:textId="77777777" w:rsidR="00412A42" w:rsidRPr="00412A42" w:rsidRDefault="00412A42" w:rsidP="00B277AF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12A42">
              <w:rPr>
                <w:rFonts w:ascii="Corbel" w:hAnsi="Corbel"/>
                <w:sz w:val="24"/>
                <w:szCs w:val="24"/>
              </w:rPr>
              <w:t>Wykł</w:t>
            </w:r>
            <w:proofErr w:type="spellEnd"/>
            <w:r w:rsidRPr="00412A4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3F05B" w14:textId="77777777" w:rsidR="00412A42" w:rsidRPr="00412A42" w:rsidRDefault="00412A42" w:rsidP="00B277AF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8BFC8" w14:textId="77777777" w:rsidR="00412A42" w:rsidRPr="00412A42" w:rsidRDefault="00412A42" w:rsidP="00B277AF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12A42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412A4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224A3" w14:textId="77777777" w:rsidR="00412A42" w:rsidRPr="00412A42" w:rsidRDefault="00412A42" w:rsidP="00B277AF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457E8" w14:textId="77777777" w:rsidR="00412A42" w:rsidRPr="00412A42" w:rsidRDefault="00412A42" w:rsidP="00B277AF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12A42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412A4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D3F31" w14:textId="77777777" w:rsidR="00412A42" w:rsidRPr="00412A42" w:rsidRDefault="00412A42" w:rsidP="00B277AF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E0175" w14:textId="77777777" w:rsidR="00412A42" w:rsidRPr="00412A42" w:rsidRDefault="00412A42" w:rsidP="00B277AF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12A42">
              <w:rPr>
                <w:rFonts w:ascii="Corbel" w:hAnsi="Corbel"/>
                <w:sz w:val="24"/>
                <w:szCs w:val="24"/>
              </w:rPr>
              <w:t>Prakt</w:t>
            </w:r>
            <w:proofErr w:type="spellEnd"/>
            <w:r w:rsidRPr="00412A4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ACA5C" w14:textId="77777777" w:rsidR="00412A42" w:rsidRPr="00412A42" w:rsidRDefault="00412A42" w:rsidP="00B277AF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1F1A1" w14:textId="77777777" w:rsidR="00412A42" w:rsidRPr="00412A42" w:rsidRDefault="00412A42" w:rsidP="00B277AF">
            <w:pPr>
              <w:spacing w:after="12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12A42">
              <w:rPr>
                <w:rFonts w:ascii="Corbel" w:hAnsi="Corbel"/>
                <w:b/>
                <w:sz w:val="24"/>
                <w:szCs w:val="24"/>
              </w:rPr>
              <w:t>Liczba pkt. ECTS</w:t>
            </w:r>
          </w:p>
        </w:tc>
      </w:tr>
      <w:tr w:rsidR="00412A42" w:rsidRPr="00412A42" w14:paraId="7B7E6C30" w14:textId="77777777" w:rsidTr="00B277A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9C620" w14:textId="050E3DE4" w:rsidR="00412A42" w:rsidRPr="00412A42" w:rsidRDefault="00412A42" w:rsidP="00B277A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I</w:t>
            </w:r>
            <w:r w:rsidR="00043797">
              <w:rPr>
                <w:rFonts w:ascii="Corbel" w:eastAsia="Times New Roman" w:hAnsi="Corbel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298DD" w14:textId="77777777" w:rsidR="00412A42" w:rsidRPr="00412A42" w:rsidRDefault="00AC1F75" w:rsidP="00B277A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F0497" w14:textId="77777777" w:rsidR="00412A42" w:rsidRPr="00412A42" w:rsidRDefault="00AC1F75" w:rsidP="00B277A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FF870" w14:textId="77777777" w:rsidR="00412A42" w:rsidRPr="00412A42" w:rsidRDefault="00412A42" w:rsidP="00B277A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ABA86" w14:textId="77777777" w:rsidR="00412A42" w:rsidRPr="00412A42" w:rsidRDefault="00412A42" w:rsidP="00B277A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29EB8" w14:textId="77777777" w:rsidR="00412A42" w:rsidRPr="00412A42" w:rsidRDefault="00412A42" w:rsidP="00B277A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FAC05" w14:textId="77777777" w:rsidR="00412A42" w:rsidRPr="00412A42" w:rsidRDefault="00412A42" w:rsidP="00B277A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717FA" w14:textId="77777777" w:rsidR="00412A42" w:rsidRPr="00412A42" w:rsidRDefault="00412A42" w:rsidP="00B277A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FC733" w14:textId="77777777" w:rsidR="00412A42" w:rsidRPr="00412A42" w:rsidRDefault="00412A42" w:rsidP="00B277A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9A4A7" w14:textId="77777777" w:rsidR="00412A42" w:rsidRPr="00412A42" w:rsidRDefault="00AC1F75" w:rsidP="00B277A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3</w:t>
            </w:r>
          </w:p>
        </w:tc>
      </w:tr>
    </w:tbl>
    <w:p w14:paraId="3C095F41" w14:textId="77777777" w:rsidR="00412A42" w:rsidRPr="00412A42" w:rsidRDefault="00412A42" w:rsidP="00412A4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/>
          <w:sz w:val="24"/>
          <w:szCs w:val="24"/>
        </w:rPr>
      </w:pPr>
    </w:p>
    <w:p w14:paraId="4E981728" w14:textId="77777777" w:rsidR="00412A42" w:rsidRPr="00412A42" w:rsidRDefault="00412A42" w:rsidP="00412A42">
      <w:pPr>
        <w:tabs>
          <w:tab w:val="left" w:pos="709"/>
        </w:tabs>
        <w:spacing w:after="0" w:line="240" w:lineRule="auto"/>
        <w:ind w:left="284"/>
        <w:rPr>
          <w:rFonts w:ascii="Corbel" w:hAnsi="Corbel"/>
          <w:sz w:val="24"/>
          <w:szCs w:val="24"/>
        </w:rPr>
      </w:pPr>
      <w:r w:rsidRPr="00412A42">
        <w:rPr>
          <w:rFonts w:ascii="Corbel" w:hAnsi="Corbel"/>
          <w:b/>
          <w:sz w:val="24"/>
          <w:szCs w:val="24"/>
        </w:rPr>
        <w:t>1.2.</w:t>
      </w:r>
      <w:r w:rsidRPr="00412A42">
        <w:rPr>
          <w:rFonts w:ascii="Corbel" w:hAnsi="Corbel"/>
          <w:b/>
          <w:sz w:val="24"/>
          <w:szCs w:val="24"/>
        </w:rPr>
        <w:tab/>
        <w:t xml:space="preserve">Sposób realizacji zajęć  </w:t>
      </w:r>
    </w:p>
    <w:p w14:paraId="3BBD2B81" w14:textId="77777777" w:rsidR="00412A42" w:rsidRPr="00412A42" w:rsidRDefault="00412A42" w:rsidP="00412A42">
      <w:pPr>
        <w:spacing w:after="0" w:line="240" w:lineRule="auto"/>
        <w:ind w:left="709"/>
        <w:rPr>
          <w:rFonts w:ascii="Corbel" w:hAnsi="Corbel"/>
          <w:sz w:val="24"/>
          <w:szCs w:val="24"/>
        </w:rPr>
      </w:pPr>
      <w:r w:rsidRPr="00412A42">
        <w:rPr>
          <w:rFonts w:ascii="MS Gothic" w:eastAsia="MS Gothic" w:hAnsi="MS Gothic" w:cs="MS Gothic" w:hint="eastAsia"/>
          <w:smallCaps/>
          <w:sz w:val="24"/>
          <w:szCs w:val="24"/>
        </w:rPr>
        <w:t>×</w:t>
      </w:r>
      <w:r w:rsidRPr="00412A42">
        <w:rPr>
          <w:rFonts w:ascii="Corbel" w:hAnsi="Corbel"/>
          <w:sz w:val="24"/>
          <w:szCs w:val="24"/>
        </w:rPr>
        <w:t xml:space="preserve">zajęcia w formie tradycyjnej </w:t>
      </w:r>
    </w:p>
    <w:p w14:paraId="633AC2C3" w14:textId="77777777" w:rsidR="00412A42" w:rsidRPr="00412A42" w:rsidRDefault="00412A42" w:rsidP="00412A42">
      <w:pPr>
        <w:spacing w:after="0" w:line="240" w:lineRule="auto"/>
        <w:ind w:left="709"/>
        <w:rPr>
          <w:rFonts w:ascii="Corbel" w:hAnsi="Corbel"/>
          <w:sz w:val="24"/>
          <w:szCs w:val="24"/>
        </w:rPr>
      </w:pPr>
      <w:r w:rsidRPr="00412A42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412A42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p w14:paraId="604E96F1" w14:textId="77777777" w:rsidR="00412A42" w:rsidRPr="00412A42" w:rsidRDefault="00412A42" w:rsidP="00412A42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42018F2A" w14:textId="77777777" w:rsidR="00412A42" w:rsidRPr="00412A42" w:rsidRDefault="00412A42" w:rsidP="00412A42">
      <w:pPr>
        <w:tabs>
          <w:tab w:val="left" w:pos="709"/>
        </w:tabs>
        <w:spacing w:after="0" w:line="240" w:lineRule="auto"/>
        <w:ind w:left="709" w:hanging="425"/>
        <w:rPr>
          <w:rFonts w:ascii="Corbel" w:hAnsi="Corbel"/>
          <w:b/>
          <w:sz w:val="24"/>
          <w:szCs w:val="24"/>
        </w:rPr>
      </w:pPr>
      <w:r w:rsidRPr="00412A42">
        <w:rPr>
          <w:rFonts w:ascii="Corbel" w:hAnsi="Corbel"/>
          <w:b/>
          <w:sz w:val="24"/>
          <w:szCs w:val="24"/>
        </w:rPr>
        <w:t xml:space="preserve">1.3 </w:t>
      </w:r>
      <w:r w:rsidRPr="00412A42">
        <w:rPr>
          <w:rFonts w:ascii="Corbel" w:hAnsi="Corbel"/>
          <w:b/>
          <w:sz w:val="24"/>
          <w:szCs w:val="24"/>
        </w:rPr>
        <w:tab/>
        <w:t xml:space="preserve">Forma zaliczenia przedmiotu (z toku) </w:t>
      </w:r>
      <w:r w:rsidRPr="00412A42">
        <w:rPr>
          <w:rFonts w:ascii="Corbel" w:hAnsi="Corbel"/>
          <w:sz w:val="24"/>
          <w:szCs w:val="24"/>
        </w:rPr>
        <w:t>(egzamin, zaliczenie z oceną, zaliczenie bez oceny)</w:t>
      </w:r>
    </w:p>
    <w:p w14:paraId="46BEE705" w14:textId="77777777" w:rsidR="00B277AF" w:rsidRDefault="00B277AF" w:rsidP="00412A42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p w14:paraId="50DE2283" w14:textId="7297DB24" w:rsidR="00B83F54" w:rsidRDefault="00B83F54" w:rsidP="00412A42">
      <w:pPr>
        <w:spacing w:after="0" w:line="240" w:lineRule="auto"/>
        <w:rPr>
          <w:rFonts w:ascii="Corbel" w:hAnsi="Corbel"/>
          <w:smallCaps/>
          <w:sz w:val="24"/>
          <w:szCs w:val="24"/>
        </w:rPr>
      </w:pPr>
      <w:r>
        <w:rPr>
          <w:rFonts w:ascii="Corbel" w:hAnsi="Corbel"/>
          <w:smallCaps/>
          <w:sz w:val="24"/>
          <w:szCs w:val="24"/>
        </w:rPr>
        <w:t xml:space="preserve">ćwiczenia – zaliczenie z oceną </w:t>
      </w:r>
    </w:p>
    <w:p w14:paraId="74DED6C6" w14:textId="77777777" w:rsidR="00B83F54" w:rsidRPr="00B83F54" w:rsidRDefault="00B83F54" w:rsidP="00412A42">
      <w:pPr>
        <w:spacing w:after="0" w:line="240" w:lineRule="auto"/>
        <w:rPr>
          <w:rFonts w:ascii="Corbel" w:hAnsi="Corbel"/>
          <w:smallCaps/>
          <w:sz w:val="24"/>
          <w:szCs w:val="24"/>
        </w:rPr>
      </w:pPr>
      <w:r>
        <w:rPr>
          <w:rFonts w:ascii="Corbel" w:hAnsi="Corbel"/>
          <w:smallCaps/>
          <w:sz w:val="24"/>
          <w:szCs w:val="24"/>
        </w:rPr>
        <w:t>wykład – egzamin</w:t>
      </w:r>
    </w:p>
    <w:p w14:paraId="23E26C4F" w14:textId="77777777" w:rsidR="00412A42" w:rsidRPr="00412A42" w:rsidRDefault="00412A42" w:rsidP="00412A42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p w14:paraId="4061C846" w14:textId="24B176DF" w:rsidR="00412A42" w:rsidRDefault="00412A42" w:rsidP="00412A42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412A42">
        <w:rPr>
          <w:rFonts w:ascii="Corbel" w:hAnsi="Corbel"/>
          <w:b/>
          <w:smallCaps/>
          <w:sz w:val="24"/>
          <w:szCs w:val="24"/>
        </w:rPr>
        <w:t xml:space="preserve">2.Wymagania wstępne </w:t>
      </w:r>
    </w:p>
    <w:p w14:paraId="472A0A80" w14:textId="77777777" w:rsidR="00B277AF" w:rsidRPr="00412A42" w:rsidRDefault="00B277AF" w:rsidP="00412A42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12A42" w:rsidRPr="00412A42" w14:paraId="5E2EF425" w14:textId="77777777" w:rsidTr="00BA4D67">
        <w:tc>
          <w:tcPr>
            <w:tcW w:w="9670" w:type="dxa"/>
          </w:tcPr>
          <w:p w14:paraId="024CFA67" w14:textId="448AD980" w:rsidR="00412A42" w:rsidRPr="00412A42" w:rsidRDefault="000D4C23" w:rsidP="00640B29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Z</w:t>
            </w:r>
            <w:r w:rsidR="00B83F54">
              <w:rPr>
                <w:rFonts w:ascii="Corbel" w:hAnsi="Corbel"/>
                <w:color w:val="000000"/>
                <w:sz w:val="24"/>
                <w:szCs w:val="24"/>
              </w:rPr>
              <w:t>najomość prawidłowości życia społecznego z zakresu przedmiotu „Wiedza o społeczeństwie”</w:t>
            </w:r>
            <w:r w:rsidR="00FD32EA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="00B83F54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4A590829" w14:textId="77777777" w:rsidR="00412A42" w:rsidRPr="00412A42" w:rsidRDefault="00412A42" w:rsidP="00412A42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549AD9C5" w14:textId="77777777" w:rsidR="00412A42" w:rsidRPr="00412A42" w:rsidRDefault="00412A42" w:rsidP="00412A42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412A42">
        <w:rPr>
          <w:rFonts w:ascii="Corbel" w:hAnsi="Corbel"/>
          <w:b/>
          <w:smallCaps/>
          <w:sz w:val="24"/>
          <w:szCs w:val="24"/>
        </w:rPr>
        <w:lastRenderedPageBreak/>
        <w:t>3. cele, efekty uczenia się , treści Programowe i stosowane metody Dydaktyczne</w:t>
      </w:r>
    </w:p>
    <w:p w14:paraId="53A14257" w14:textId="77777777" w:rsidR="00412A42" w:rsidRPr="00412A42" w:rsidRDefault="00412A42" w:rsidP="00412A42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6C7AF365" w14:textId="77777777" w:rsidR="00412A42" w:rsidRPr="00412A42" w:rsidRDefault="00412A42" w:rsidP="00412A4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/>
          <w:b/>
          <w:sz w:val="24"/>
          <w:szCs w:val="24"/>
          <w:lang w:eastAsia="pl-PL"/>
        </w:rPr>
      </w:pPr>
      <w:r w:rsidRPr="00412A42">
        <w:rPr>
          <w:rFonts w:ascii="Corbel" w:eastAsia="Times New Roman" w:hAnsi="Corbel"/>
          <w:b/>
          <w:sz w:val="24"/>
          <w:szCs w:val="24"/>
          <w:lang w:eastAsia="pl-PL"/>
        </w:rPr>
        <w:t>3.1 Cele przedmiotu</w:t>
      </w:r>
    </w:p>
    <w:p w14:paraId="43D86A32" w14:textId="77777777" w:rsidR="00412A42" w:rsidRPr="00412A42" w:rsidRDefault="00412A42" w:rsidP="00412A4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412A42" w:rsidRPr="00412A42" w14:paraId="3B58DFC6" w14:textId="77777777" w:rsidTr="00BA4D67">
        <w:tc>
          <w:tcPr>
            <w:tcW w:w="851" w:type="dxa"/>
            <w:vAlign w:val="center"/>
          </w:tcPr>
          <w:p w14:paraId="606EC76B" w14:textId="77777777" w:rsidR="00412A42" w:rsidRPr="00412A42" w:rsidRDefault="00412A42" w:rsidP="00412A4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12A4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4E54A1C" w14:textId="32C48493" w:rsidR="00412A42" w:rsidRPr="00412A42" w:rsidRDefault="000D4C23" w:rsidP="00412A4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12A42">
              <w:rPr>
                <w:rFonts w:ascii="Corbel" w:eastAsia="Times New Roman" w:hAnsi="Corbel"/>
                <w:sz w:val="24"/>
                <w:szCs w:val="24"/>
                <w:lang w:eastAsia="pl-PL"/>
              </w:rPr>
              <w:t>Zapoznanie studentów z podstawowym aparatem pojęciowym i orientacjami teoretycznymi w zakresie psychologii społecznej</w:t>
            </w:r>
          </w:p>
        </w:tc>
      </w:tr>
      <w:tr w:rsidR="00412A42" w:rsidRPr="00412A42" w14:paraId="56B1B322" w14:textId="77777777" w:rsidTr="00BA4D67">
        <w:tc>
          <w:tcPr>
            <w:tcW w:w="851" w:type="dxa"/>
            <w:vAlign w:val="center"/>
          </w:tcPr>
          <w:p w14:paraId="5B8D9355" w14:textId="77777777" w:rsidR="00412A42" w:rsidRPr="00412A42" w:rsidRDefault="00412A42" w:rsidP="00412A42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12A42">
              <w:rPr>
                <w:rFonts w:ascii="Corbel" w:eastAsia="Times New Roman" w:hAnsi="Corbel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819" w:type="dxa"/>
            <w:vAlign w:val="center"/>
          </w:tcPr>
          <w:p w14:paraId="615A0D00" w14:textId="12DEB214" w:rsidR="00412A42" w:rsidRPr="00412A42" w:rsidRDefault="000D4C23" w:rsidP="00412A4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12A42">
              <w:rPr>
                <w:rFonts w:ascii="Corbel" w:eastAsia="Times New Roman" w:hAnsi="Corbel"/>
                <w:sz w:val="24"/>
                <w:szCs w:val="24"/>
                <w:lang w:eastAsia="pl-PL"/>
              </w:rPr>
              <w:t>Zapoznanie studentów z podstawowymi zagadnieniami z obszaru socjologii i psychologii dotyczącymi zwłaszcza socjalizacji, postaw, p</w:t>
            </w:r>
            <w:r w:rsidR="00412A42" w:rsidRPr="00412A42">
              <w:rPr>
                <w:rFonts w:ascii="Corbel" w:eastAsia="Times New Roman" w:hAnsi="Corbel"/>
                <w:sz w:val="24"/>
                <w:szCs w:val="24"/>
                <w:lang w:eastAsia="pl-PL"/>
              </w:rPr>
              <w:t>ercepcji interpersonalnej, psychologicznych i kulturowych uwarunkowań procesu komunikacji, dynamiki grupy, jej struktury, celów i norm grupowych</w:t>
            </w:r>
          </w:p>
        </w:tc>
      </w:tr>
      <w:tr w:rsidR="00412A42" w:rsidRPr="00412A42" w14:paraId="6B0D1930" w14:textId="77777777" w:rsidTr="00BA4D67">
        <w:tc>
          <w:tcPr>
            <w:tcW w:w="851" w:type="dxa"/>
            <w:vAlign w:val="center"/>
          </w:tcPr>
          <w:p w14:paraId="7A31FC09" w14:textId="77777777" w:rsidR="00412A42" w:rsidRPr="00412A42" w:rsidRDefault="00412A42" w:rsidP="00412A4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12A42">
              <w:rPr>
                <w:rFonts w:ascii="Corbel" w:eastAsia="Times New Roman" w:hAnsi="Corbel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819" w:type="dxa"/>
            <w:vAlign w:val="center"/>
          </w:tcPr>
          <w:p w14:paraId="6A9ED98E" w14:textId="4B1CC740" w:rsidR="00412A42" w:rsidRPr="00412A42" w:rsidRDefault="000D4C23" w:rsidP="00412A4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12A42">
              <w:rPr>
                <w:rFonts w:ascii="Corbel" w:eastAsia="Times New Roman" w:hAnsi="Corbel"/>
                <w:sz w:val="24"/>
                <w:szCs w:val="24"/>
                <w:lang w:eastAsia="pl-PL"/>
              </w:rPr>
              <w:t>Zapoznanie studentów z zasadami i metodami intencjonalnego wpływania na świadomość i zachowania ludzi (auto</w:t>
            </w:r>
            <w:r w:rsidR="00412A42" w:rsidRPr="00412A42">
              <w:rPr>
                <w:rFonts w:ascii="Corbel" w:eastAsia="Times New Roman" w:hAnsi="Corbel"/>
                <w:sz w:val="24"/>
                <w:szCs w:val="24"/>
                <w:lang w:eastAsia="pl-PL"/>
              </w:rPr>
              <w:t>prezentacja, kierowanie wrażeniem, perswazja, kontrola społeczna)</w:t>
            </w:r>
          </w:p>
        </w:tc>
      </w:tr>
    </w:tbl>
    <w:p w14:paraId="708C4942" w14:textId="77777777" w:rsidR="00412A42" w:rsidRPr="00412A42" w:rsidRDefault="00412A42" w:rsidP="00412A42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</w:p>
    <w:p w14:paraId="50E36EDF" w14:textId="77777777" w:rsidR="00412A42" w:rsidRPr="00412A42" w:rsidRDefault="00412A42" w:rsidP="00412A4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12A42">
        <w:rPr>
          <w:rFonts w:ascii="Corbel" w:hAnsi="Corbel"/>
          <w:b/>
          <w:sz w:val="24"/>
          <w:szCs w:val="24"/>
        </w:rPr>
        <w:t>3.2 Efekty uczenia się dla przedmiotu</w:t>
      </w:r>
      <w:r w:rsidRPr="00412A42">
        <w:rPr>
          <w:rFonts w:ascii="Corbel" w:hAnsi="Corbel"/>
          <w:sz w:val="24"/>
          <w:szCs w:val="24"/>
        </w:rPr>
        <w:t xml:space="preserve"> </w:t>
      </w:r>
    </w:p>
    <w:p w14:paraId="402151A1" w14:textId="77777777" w:rsidR="00412A42" w:rsidRPr="00412A42" w:rsidRDefault="00412A42" w:rsidP="00412A4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412A42" w:rsidRPr="00412A42" w14:paraId="7162D0D9" w14:textId="77777777" w:rsidTr="00BA4D67">
        <w:tc>
          <w:tcPr>
            <w:tcW w:w="1701" w:type="dxa"/>
            <w:vAlign w:val="center"/>
          </w:tcPr>
          <w:p w14:paraId="5945678D" w14:textId="77777777" w:rsidR="00412A42" w:rsidRPr="00412A42" w:rsidRDefault="00412A42" w:rsidP="00412A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412A42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56A272CC" w14:textId="77777777" w:rsidR="00412A42" w:rsidRPr="00412A42" w:rsidRDefault="00412A42" w:rsidP="00412A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311AEF80" w14:textId="77777777" w:rsidR="00412A42" w:rsidRPr="00412A42" w:rsidRDefault="00412A42" w:rsidP="00412A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412A42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412A42" w:rsidRPr="00412A42" w14:paraId="78095BF0" w14:textId="77777777" w:rsidTr="00BA4D67">
        <w:tc>
          <w:tcPr>
            <w:tcW w:w="1701" w:type="dxa"/>
          </w:tcPr>
          <w:p w14:paraId="76F2FC61" w14:textId="77777777" w:rsidR="00412A42" w:rsidRPr="00412A42" w:rsidRDefault="00412A42" w:rsidP="00412A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>EK</w:t>
            </w:r>
            <w:r w:rsidRPr="00412A42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2C916A3" w14:textId="77777777" w:rsidR="00412A42" w:rsidRPr="00412A42" w:rsidRDefault="00F82405" w:rsidP="00B4686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Pr="00F82405">
              <w:rPr>
                <w:rFonts w:ascii="Corbel" w:hAnsi="Corbel"/>
                <w:sz w:val="24"/>
                <w:szCs w:val="24"/>
              </w:rPr>
              <w:t>zna i rozumie w stopniu zaawansowanym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F82405">
              <w:rPr>
                <w:rFonts w:ascii="Corbel" w:hAnsi="Corbel"/>
                <w:sz w:val="24"/>
                <w:szCs w:val="24"/>
              </w:rPr>
              <w:t xml:space="preserve">relacje </w:t>
            </w:r>
            <w:r>
              <w:rPr>
                <w:rFonts w:ascii="Corbel" w:hAnsi="Corbel"/>
                <w:sz w:val="24"/>
                <w:szCs w:val="24"/>
              </w:rPr>
              <w:t xml:space="preserve">występujące </w:t>
            </w:r>
            <w:r w:rsidRPr="00F82405">
              <w:rPr>
                <w:rFonts w:ascii="Corbel" w:hAnsi="Corbel"/>
                <w:sz w:val="24"/>
                <w:szCs w:val="24"/>
              </w:rPr>
              <w:t>w życiu społecznym z perspektywy pracy socjalnej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B46865">
              <w:rPr>
                <w:rFonts w:ascii="Corbel" w:hAnsi="Corbel"/>
                <w:sz w:val="24"/>
                <w:szCs w:val="24"/>
              </w:rPr>
              <w:t xml:space="preserve">(ze szczególnym uwzględnieniem stanowiska psychologii społecznej) </w:t>
            </w:r>
            <w:r>
              <w:rPr>
                <w:rFonts w:ascii="Corbel" w:hAnsi="Corbel"/>
                <w:sz w:val="24"/>
                <w:szCs w:val="24"/>
              </w:rPr>
              <w:t xml:space="preserve">oraz prawidłowości </w:t>
            </w:r>
            <w:r w:rsidRPr="00F82405">
              <w:rPr>
                <w:rFonts w:ascii="Corbel" w:hAnsi="Corbel"/>
                <w:sz w:val="24"/>
                <w:szCs w:val="24"/>
              </w:rPr>
              <w:t>funkcjonowania człowieka w strukturach społecznych i instytucjach życia publicznego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7765FBA" w14:textId="33ADB2E0" w:rsidR="00412A42" w:rsidRDefault="00F82405" w:rsidP="00412A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CB0E58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06</w:t>
            </w:r>
          </w:p>
          <w:p w14:paraId="73434DB7" w14:textId="7CC40EF8" w:rsidR="00F82405" w:rsidRPr="00412A42" w:rsidRDefault="00F82405" w:rsidP="00412A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CB0E58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08</w:t>
            </w:r>
          </w:p>
        </w:tc>
      </w:tr>
      <w:tr w:rsidR="00412A42" w:rsidRPr="00412A42" w14:paraId="281AEEA0" w14:textId="77777777" w:rsidTr="00BA4D67">
        <w:tc>
          <w:tcPr>
            <w:tcW w:w="1701" w:type="dxa"/>
          </w:tcPr>
          <w:p w14:paraId="1A190D23" w14:textId="77777777" w:rsidR="00412A42" w:rsidRPr="00412A42" w:rsidRDefault="00412A42" w:rsidP="00412A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4E19B06F" w14:textId="77777777" w:rsidR="00412A42" w:rsidRPr="00412A42" w:rsidRDefault="00F82405" w:rsidP="00B4686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potrafi:</w:t>
            </w:r>
            <w:r>
              <w:t xml:space="preserve"> </w:t>
            </w:r>
            <w:r w:rsidRPr="00F82405">
              <w:rPr>
                <w:rFonts w:ascii="Corbel" w:hAnsi="Corbel"/>
                <w:sz w:val="24"/>
                <w:szCs w:val="24"/>
              </w:rPr>
              <w:t>wykorzystywać wiedzę teoretyczną o procesach za</w:t>
            </w:r>
            <w:r w:rsidR="0084194D">
              <w:rPr>
                <w:rFonts w:ascii="Corbel" w:hAnsi="Corbel"/>
                <w:sz w:val="24"/>
                <w:szCs w:val="24"/>
              </w:rPr>
              <w:t>chodzących w społeczeństwie do pogłębionego</w:t>
            </w:r>
            <w:r w:rsidRPr="00F82405">
              <w:rPr>
                <w:rFonts w:ascii="Corbel" w:hAnsi="Corbel"/>
                <w:sz w:val="24"/>
                <w:szCs w:val="24"/>
              </w:rPr>
              <w:t xml:space="preserve"> opisu kwestii związanych z pracą socjalną</w:t>
            </w:r>
            <w:r w:rsidR="00B46865">
              <w:rPr>
                <w:rFonts w:ascii="Corbel" w:hAnsi="Corbel"/>
                <w:sz w:val="24"/>
                <w:szCs w:val="24"/>
              </w:rPr>
              <w:t xml:space="preserve"> </w:t>
            </w:r>
            <w:r w:rsidR="00B46865" w:rsidRPr="00B46865">
              <w:rPr>
                <w:rFonts w:ascii="Corbel" w:hAnsi="Corbel"/>
                <w:sz w:val="24"/>
                <w:szCs w:val="24"/>
              </w:rPr>
              <w:t>(ze szczególnym uwzględnieniem sta</w:t>
            </w:r>
            <w:r w:rsidR="00B46865">
              <w:rPr>
                <w:rFonts w:ascii="Corbel" w:hAnsi="Corbel"/>
                <w:sz w:val="24"/>
                <w:szCs w:val="24"/>
              </w:rPr>
              <w:t>nowiska psychologii społecznej)</w:t>
            </w:r>
            <w:r w:rsidRPr="00F82405">
              <w:rPr>
                <w:rFonts w:ascii="Corbel" w:hAnsi="Corbel"/>
                <w:sz w:val="24"/>
                <w:szCs w:val="24"/>
              </w:rPr>
              <w:t>; wykorzyst</w:t>
            </w:r>
            <w:r w:rsidR="00A037E0">
              <w:rPr>
                <w:rFonts w:ascii="Corbel" w:hAnsi="Corbel"/>
                <w:sz w:val="24"/>
                <w:szCs w:val="24"/>
              </w:rPr>
              <w:t>yw</w:t>
            </w:r>
            <w:r w:rsidRPr="00F82405">
              <w:rPr>
                <w:rFonts w:ascii="Corbel" w:hAnsi="Corbel"/>
                <w:sz w:val="24"/>
                <w:szCs w:val="24"/>
              </w:rPr>
              <w:t xml:space="preserve">ać teoretyczną wiedzę o </w:t>
            </w:r>
            <w:r w:rsidR="00A037E0">
              <w:rPr>
                <w:rFonts w:ascii="Corbel" w:hAnsi="Corbel"/>
                <w:sz w:val="24"/>
                <w:szCs w:val="24"/>
              </w:rPr>
              <w:t xml:space="preserve">poszczególnych </w:t>
            </w:r>
            <w:r w:rsidRPr="00F82405">
              <w:rPr>
                <w:rFonts w:ascii="Corbel" w:hAnsi="Corbel"/>
                <w:sz w:val="24"/>
                <w:szCs w:val="24"/>
              </w:rPr>
              <w:t xml:space="preserve">procesach zachodzących w społeczeństwie do </w:t>
            </w:r>
            <w:r w:rsidR="00A037E0">
              <w:rPr>
                <w:rFonts w:ascii="Corbel" w:hAnsi="Corbel"/>
                <w:sz w:val="24"/>
                <w:szCs w:val="24"/>
              </w:rPr>
              <w:t xml:space="preserve">prowadzenia działań </w:t>
            </w:r>
            <w:r w:rsidRPr="00F82405">
              <w:rPr>
                <w:rFonts w:ascii="Corbel" w:hAnsi="Corbel"/>
                <w:sz w:val="24"/>
                <w:szCs w:val="24"/>
              </w:rPr>
              <w:t>mających na celu tworzenie i doskonalenie systemu funkcjonowania pracy socjalnej; wykorzystywać</w:t>
            </w:r>
            <w:r w:rsidR="00CC1E63" w:rsidRPr="00F82405">
              <w:rPr>
                <w:rFonts w:ascii="Corbel" w:hAnsi="Corbel"/>
                <w:sz w:val="24"/>
                <w:szCs w:val="24"/>
              </w:rPr>
              <w:t xml:space="preserve"> w praktyce pracy socjalnej</w:t>
            </w:r>
            <w:r w:rsidRPr="00F82405">
              <w:rPr>
                <w:rFonts w:ascii="Corbel" w:hAnsi="Corbel"/>
                <w:sz w:val="24"/>
                <w:szCs w:val="24"/>
              </w:rPr>
              <w:t xml:space="preserve"> wiedzę </w:t>
            </w:r>
            <w:r w:rsidR="00A037E0">
              <w:rPr>
                <w:rFonts w:ascii="Corbel" w:hAnsi="Corbel"/>
                <w:sz w:val="24"/>
                <w:szCs w:val="24"/>
              </w:rPr>
              <w:t>pozyskaną w procesie</w:t>
            </w:r>
            <w:r w:rsidRPr="00F82405">
              <w:rPr>
                <w:rFonts w:ascii="Corbel" w:hAnsi="Corbel"/>
                <w:sz w:val="24"/>
                <w:szCs w:val="24"/>
              </w:rPr>
              <w:t xml:space="preserve"> diagnozowania procesów i zjawisk społecznych</w:t>
            </w:r>
            <w:r>
              <w:rPr>
                <w:rFonts w:ascii="Corbel" w:hAnsi="Corbel"/>
                <w:sz w:val="24"/>
                <w:szCs w:val="24"/>
              </w:rPr>
              <w:t xml:space="preserve">; </w:t>
            </w:r>
            <w:r w:rsidRPr="00F82405">
              <w:rPr>
                <w:rFonts w:ascii="Corbel" w:hAnsi="Corbel"/>
                <w:sz w:val="24"/>
                <w:szCs w:val="24"/>
              </w:rPr>
              <w:t xml:space="preserve">analizować i </w:t>
            </w:r>
            <w:r w:rsidR="00B46865">
              <w:rPr>
                <w:rFonts w:ascii="Corbel" w:hAnsi="Corbel"/>
                <w:sz w:val="24"/>
                <w:szCs w:val="24"/>
              </w:rPr>
              <w:t xml:space="preserve">twórczo </w:t>
            </w:r>
            <w:r w:rsidRPr="00F82405">
              <w:rPr>
                <w:rFonts w:ascii="Corbel" w:hAnsi="Corbel"/>
                <w:sz w:val="24"/>
                <w:szCs w:val="24"/>
              </w:rPr>
              <w:t>rozwiązywać konkretne problemy społeczne oraz</w:t>
            </w:r>
            <w:r w:rsidR="006B7A9A">
              <w:rPr>
                <w:rFonts w:ascii="Corbel" w:hAnsi="Corbel"/>
                <w:sz w:val="24"/>
                <w:szCs w:val="24"/>
              </w:rPr>
              <w:t xml:space="preserve"> zapobiegać</w:t>
            </w:r>
            <w:r w:rsidRPr="00F82405">
              <w:rPr>
                <w:rFonts w:ascii="Corbel" w:hAnsi="Corbel"/>
                <w:sz w:val="24"/>
                <w:szCs w:val="24"/>
              </w:rPr>
              <w:t xml:space="preserve"> wykluczeniu społecznemu proponując w tym zakresie odpowiednie rozstrzygnięcia</w:t>
            </w:r>
            <w:r>
              <w:rPr>
                <w:rFonts w:ascii="Corbel" w:hAnsi="Corbel"/>
                <w:sz w:val="24"/>
                <w:szCs w:val="24"/>
              </w:rPr>
              <w:t xml:space="preserve">; </w:t>
            </w:r>
            <w:r w:rsidR="006B7A9A">
              <w:rPr>
                <w:rFonts w:ascii="Corbel" w:hAnsi="Corbel"/>
                <w:sz w:val="24"/>
                <w:szCs w:val="24"/>
              </w:rPr>
              <w:t>student potrafi aktywnie i odpowiedzialnie uczestniczyć</w:t>
            </w:r>
            <w:r w:rsidRPr="00F82405">
              <w:rPr>
                <w:rFonts w:ascii="Corbel" w:hAnsi="Corbel"/>
                <w:sz w:val="24"/>
                <w:szCs w:val="24"/>
              </w:rPr>
              <w:t xml:space="preserve"> w grupach i zespołach zadaniowych; </w:t>
            </w:r>
            <w:r w:rsidR="006B7A9A">
              <w:rPr>
                <w:rFonts w:ascii="Corbel" w:hAnsi="Corbel"/>
                <w:sz w:val="24"/>
                <w:szCs w:val="24"/>
              </w:rPr>
              <w:t>potrafi samodzielnie określać i wyznaczać priorytety</w:t>
            </w:r>
            <w:r w:rsidRPr="00F82405">
              <w:rPr>
                <w:rFonts w:ascii="Corbel" w:hAnsi="Corbel"/>
                <w:sz w:val="24"/>
                <w:szCs w:val="24"/>
              </w:rPr>
              <w:t xml:space="preserve"> w działaniach zespołowych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4A927F6B" w14:textId="1279B077" w:rsidR="00412A42" w:rsidRDefault="00F82405" w:rsidP="00412A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CB0E58"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>02</w:t>
            </w:r>
          </w:p>
          <w:p w14:paraId="712F17B1" w14:textId="24C8367D" w:rsidR="00F82405" w:rsidRPr="00412A42" w:rsidRDefault="00F82405" w:rsidP="00F8240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CB0E58"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>09</w:t>
            </w:r>
          </w:p>
          <w:p w14:paraId="36ACC9C0" w14:textId="1FCF5AA8" w:rsidR="00F82405" w:rsidRPr="00412A42" w:rsidRDefault="00F82405" w:rsidP="00F8240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CB0E58"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>18</w:t>
            </w:r>
          </w:p>
          <w:p w14:paraId="1DC4ACAF" w14:textId="77777777" w:rsidR="00F82405" w:rsidRPr="00412A42" w:rsidRDefault="00F82405" w:rsidP="00412A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D217890" w14:textId="77777777" w:rsidR="00412A42" w:rsidRPr="00412A42" w:rsidRDefault="00412A42" w:rsidP="00412A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412A42" w:rsidRPr="00412A42" w14:paraId="3C539DC0" w14:textId="77777777" w:rsidTr="00BA4D67">
        <w:tc>
          <w:tcPr>
            <w:tcW w:w="1701" w:type="dxa"/>
          </w:tcPr>
          <w:p w14:paraId="2C414073" w14:textId="77777777" w:rsidR="00412A42" w:rsidRPr="00412A42" w:rsidRDefault="00412A42" w:rsidP="00412A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5E524AD3" w14:textId="77777777" w:rsidR="00412A42" w:rsidRPr="00412A42" w:rsidRDefault="00F82405" w:rsidP="00B4686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posiada kompetencje do</w:t>
            </w:r>
            <w:r w:rsidR="00246771">
              <w:rPr>
                <w:rFonts w:ascii="Corbel" w:hAnsi="Corbel"/>
                <w:sz w:val="24"/>
                <w:szCs w:val="24"/>
              </w:rPr>
              <w:t>: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246771">
              <w:rPr>
                <w:rFonts w:ascii="Corbel" w:hAnsi="Corbel"/>
                <w:sz w:val="24"/>
                <w:szCs w:val="24"/>
              </w:rPr>
              <w:t xml:space="preserve">1) </w:t>
            </w:r>
            <w:r w:rsidRPr="00F82405">
              <w:rPr>
                <w:rFonts w:ascii="Corbel" w:hAnsi="Corbel"/>
                <w:sz w:val="24"/>
                <w:szCs w:val="24"/>
              </w:rPr>
              <w:t xml:space="preserve">posługiwania się </w:t>
            </w:r>
            <w:r w:rsidR="00246771">
              <w:rPr>
                <w:rFonts w:ascii="Corbel" w:hAnsi="Corbel"/>
                <w:sz w:val="24"/>
                <w:szCs w:val="24"/>
              </w:rPr>
              <w:t xml:space="preserve">elementarnymi </w:t>
            </w:r>
            <w:r w:rsidRPr="00F82405">
              <w:rPr>
                <w:rFonts w:ascii="Corbel" w:hAnsi="Corbel"/>
                <w:sz w:val="24"/>
                <w:szCs w:val="24"/>
              </w:rPr>
              <w:t>podejściami teoretycznymi w analizowaniu różnych aspektów ludzkich zachowań w celu diagnozowania</w:t>
            </w:r>
            <w:r w:rsidR="00246771">
              <w:rPr>
                <w:rFonts w:ascii="Corbel" w:hAnsi="Corbel"/>
                <w:sz w:val="24"/>
                <w:szCs w:val="24"/>
              </w:rPr>
              <w:t>, przewidywania</w:t>
            </w:r>
            <w:r w:rsidRPr="00F82405">
              <w:rPr>
                <w:rFonts w:ascii="Corbel" w:hAnsi="Corbel"/>
                <w:sz w:val="24"/>
                <w:szCs w:val="24"/>
              </w:rPr>
              <w:t xml:space="preserve"> oraz formułowania </w:t>
            </w:r>
            <w:r w:rsidRPr="00F82405">
              <w:rPr>
                <w:rFonts w:ascii="Corbel" w:hAnsi="Corbel"/>
                <w:sz w:val="24"/>
                <w:szCs w:val="24"/>
              </w:rPr>
              <w:lastRenderedPageBreak/>
              <w:t>programów działań socjalnych</w:t>
            </w:r>
            <w:r w:rsidR="00B46865">
              <w:rPr>
                <w:rFonts w:ascii="Corbel" w:hAnsi="Corbel"/>
                <w:sz w:val="24"/>
                <w:szCs w:val="24"/>
              </w:rPr>
              <w:t xml:space="preserve"> (zwłaszcza z zakresu psychologii społecznej)</w:t>
            </w:r>
            <w:r>
              <w:rPr>
                <w:rFonts w:ascii="Corbel" w:hAnsi="Corbel"/>
                <w:sz w:val="24"/>
                <w:szCs w:val="24"/>
              </w:rPr>
              <w:t xml:space="preserve">; </w:t>
            </w:r>
            <w:r w:rsidR="00246771">
              <w:rPr>
                <w:rFonts w:ascii="Corbel" w:hAnsi="Corbel"/>
                <w:sz w:val="24"/>
                <w:szCs w:val="24"/>
              </w:rPr>
              <w:t xml:space="preserve">2) </w:t>
            </w:r>
            <w:r w:rsidRPr="00F82405">
              <w:rPr>
                <w:rFonts w:ascii="Corbel" w:hAnsi="Corbel"/>
                <w:sz w:val="24"/>
                <w:szCs w:val="24"/>
              </w:rPr>
              <w:t xml:space="preserve">adaptacji i </w:t>
            </w:r>
            <w:r w:rsidR="00246771">
              <w:rPr>
                <w:rFonts w:ascii="Corbel" w:hAnsi="Corbel"/>
                <w:sz w:val="24"/>
                <w:szCs w:val="24"/>
              </w:rPr>
              <w:t xml:space="preserve">efektywnego </w:t>
            </w:r>
            <w:r w:rsidRPr="00F82405">
              <w:rPr>
                <w:rFonts w:ascii="Corbel" w:hAnsi="Corbel"/>
                <w:sz w:val="24"/>
                <w:szCs w:val="24"/>
              </w:rPr>
              <w:t>działania w sytua</w:t>
            </w:r>
            <w:r w:rsidR="00246771">
              <w:rPr>
                <w:rFonts w:ascii="Corbel" w:hAnsi="Corbel"/>
                <w:sz w:val="24"/>
                <w:szCs w:val="24"/>
              </w:rPr>
              <w:t>cjach trudnych oraz ustalania</w:t>
            </w:r>
            <w:r w:rsidRPr="00F82405">
              <w:rPr>
                <w:rFonts w:ascii="Corbel" w:hAnsi="Corbel"/>
                <w:sz w:val="24"/>
                <w:szCs w:val="24"/>
              </w:rPr>
              <w:t xml:space="preserve"> stanowisk rozpoznając własne ograniczenia w pracy z innymi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60D72B2" w14:textId="51953B05" w:rsidR="00531D18" w:rsidRPr="00531D18" w:rsidRDefault="00531D18" w:rsidP="00531D1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31D18">
              <w:rPr>
                <w:rFonts w:ascii="Corbel" w:hAnsi="Corbel"/>
                <w:sz w:val="24"/>
                <w:szCs w:val="24"/>
              </w:rPr>
              <w:lastRenderedPageBreak/>
              <w:t>K_</w:t>
            </w:r>
            <w:r w:rsidR="00CB0E58">
              <w:rPr>
                <w:rFonts w:ascii="Corbel" w:hAnsi="Corbel"/>
                <w:sz w:val="24"/>
                <w:szCs w:val="24"/>
              </w:rPr>
              <w:t>K</w:t>
            </w:r>
            <w:r w:rsidRPr="00531D18">
              <w:rPr>
                <w:rFonts w:ascii="Corbel" w:hAnsi="Corbel"/>
                <w:sz w:val="24"/>
                <w:szCs w:val="24"/>
              </w:rPr>
              <w:t>05</w:t>
            </w:r>
          </w:p>
          <w:p w14:paraId="1CF5DBAD" w14:textId="34FC95E4" w:rsidR="00531D18" w:rsidRDefault="00531D18" w:rsidP="00531D1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31D18">
              <w:rPr>
                <w:rFonts w:ascii="Corbel" w:hAnsi="Corbel"/>
                <w:sz w:val="24"/>
                <w:szCs w:val="24"/>
              </w:rPr>
              <w:t>K_</w:t>
            </w:r>
            <w:r w:rsidR="00CB0E58">
              <w:rPr>
                <w:rFonts w:ascii="Corbel" w:hAnsi="Corbel"/>
                <w:sz w:val="24"/>
                <w:szCs w:val="24"/>
              </w:rPr>
              <w:t>K</w:t>
            </w:r>
            <w:r w:rsidRPr="00531D18">
              <w:rPr>
                <w:rFonts w:ascii="Corbel" w:hAnsi="Corbel"/>
                <w:sz w:val="24"/>
                <w:szCs w:val="24"/>
              </w:rPr>
              <w:t>07</w:t>
            </w:r>
          </w:p>
          <w:p w14:paraId="1EF93A7D" w14:textId="77777777" w:rsidR="00531D18" w:rsidRDefault="00531D18" w:rsidP="00412A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A45A18E" w14:textId="77777777" w:rsidR="00412A42" w:rsidRPr="00412A42" w:rsidRDefault="00412A42" w:rsidP="00412A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ED7AE6E" w14:textId="77777777" w:rsidR="00412A42" w:rsidRPr="00412A42" w:rsidRDefault="00412A42" w:rsidP="00412A42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p w14:paraId="634BB070" w14:textId="77777777" w:rsidR="00412A42" w:rsidRPr="00412A42" w:rsidRDefault="00412A42" w:rsidP="00412A42">
      <w:pPr>
        <w:spacing w:line="240" w:lineRule="auto"/>
        <w:ind w:left="426"/>
        <w:contextualSpacing/>
        <w:jc w:val="both"/>
        <w:rPr>
          <w:rFonts w:ascii="Corbel" w:hAnsi="Corbel"/>
          <w:b/>
          <w:sz w:val="24"/>
          <w:szCs w:val="24"/>
        </w:rPr>
      </w:pPr>
      <w:r w:rsidRPr="00412A42">
        <w:rPr>
          <w:rFonts w:ascii="Corbel" w:hAnsi="Corbel"/>
          <w:b/>
          <w:sz w:val="24"/>
          <w:szCs w:val="24"/>
        </w:rPr>
        <w:t xml:space="preserve">3.3 Treści programowe </w:t>
      </w:r>
      <w:r w:rsidRPr="00412A42">
        <w:rPr>
          <w:rFonts w:ascii="Corbel" w:hAnsi="Corbel"/>
          <w:sz w:val="24"/>
          <w:szCs w:val="24"/>
        </w:rPr>
        <w:t xml:space="preserve">  </w:t>
      </w:r>
    </w:p>
    <w:p w14:paraId="69BCA9E7" w14:textId="77777777" w:rsidR="00412A42" w:rsidRDefault="00412A42" w:rsidP="00412A42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hAnsi="Corbel"/>
          <w:sz w:val="24"/>
          <w:szCs w:val="24"/>
        </w:rPr>
      </w:pPr>
      <w:r w:rsidRPr="00412A42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637B4" w:rsidRPr="009C54AE" w14:paraId="6E9B51C1" w14:textId="77777777" w:rsidTr="00BA4D67">
        <w:tc>
          <w:tcPr>
            <w:tcW w:w="9639" w:type="dxa"/>
          </w:tcPr>
          <w:p w14:paraId="05CEEE5E" w14:textId="77777777" w:rsidR="000637B4" w:rsidRPr="009C54AE" w:rsidRDefault="000637B4" w:rsidP="00BA4D6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637B4" w:rsidRPr="009C54AE" w14:paraId="22A2BB0B" w14:textId="77777777" w:rsidTr="00BA4D67">
        <w:tc>
          <w:tcPr>
            <w:tcW w:w="9639" w:type="dxa"/>
          </w:tcPr>
          <w:p w14:paraId="579C4F80" w14:textId="1DC6D314" w:rsidR="000637B4" w:rsidRPr="009C54AE" w:rsidRDefault="000637B4" w:rsidP="00BA4D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ACE">
              <w:rPr>
                <w:rFonts w:ascii="Corbel" w:hAnsi="Corbel"/>
                <w:sz w:val="24"/>
                <w:szCs w:val="24"/>
              </w:rPr>
              <w:t>Podstawowe motywy zachowania społecznego</w:t>
            </w:r>
            <w:r w:rsidR="00FD32E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637B4" w:rsidRPr="009C54AE" w14:paraId="6BB8379E" w14:textId="77777777" w:rsidTr="00BA4D67">
        <w:tc>
          <w:tcPr>
            <w:tcW w:w="9639" w:type="dxa"/>
          </w:tcPr>
          <w:p w14:paraId="57EE4ACB" w14:textId="6F9C55FE" w:rsidR="000637B4" w:rsidRPr="009C54AE" w:rsidRDefault="000637B4" w:rsidP="00BA4D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ACE">
              <w:rPr>
                <w:rFonts w:ascii="Corbel" w:hAnsi="Corbel"/>
                <w:sz w:val="24"/>
                <w:szCs w:val="24"/>
              </w:rPr>
              <w:t>System motywacyjny, prezentacji poznawczych, afektywny</w:t>
            </w:r>
            <w:r w:rsidR="00FD32E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637B4" w:rsidRPr="009C54AE" w14:paraId="046BE441" w14:textId="77777777" w:rsidTr="00BA4D67">
        <w:trPr>
          <w:trHeight w:val="300"/>
        </w:trPr>
        <w:tc>
          <w:tcPr>
            <w:tcW w:w="9639" w:type="dxa"/>
          </w:tcPr>
          <w:p w14:paraId="153A9B7E" w14:textId="5B9BE629" w:rsidR="000637B4" w:rsidRPr="009C54AE" w:rsidRDefault="000637B4" w:rsidP="00BA4D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ACE">
              <w:rPr>
                <w:rFonts w:ascii="Corbel" w:hAnsi="Corbel"/>
                <w:sz w:val="24"/>
                <w:szCs w:val="24"/>
              </w:rPr>
              <w:t>Poznanie społeczne – metody i cele</w:t>
            </w:r>
            <w:r w:rsidR="00FD32E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637B4" w:rsidRPr="009C54AE" w14:paraId="01CE0321" w14:textId="77777777" w:rsidTr="00BA4D67">
        <w:trPr>
          <w:trHeight w:val="308"/>
        </w:trPr>
        <w:tc>
          <w:tcPr>
            <w:tcW w:w="9639" w:type="dxa"/>
          </w:tcPr>
          <w:p w14:paraId="3A203CEC" w14:textId="06D99A86" w:rsidR="000637B4" w:rsidRPr="00C13ACE" w:rsidRDefault="000637B4" w:rsidP="00BA4D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ACE">
              <w:rPr>
                <w:rFonts w:ascii="Corbel" w:hAnsi="Corbel"/>
                <w:sz w:val="24"/>
                <w:szCs w:val="24"/>
              </w:rPr>
              <w:t>Autoprezentacja, perswazja, wpływ społeczny</w:t>
            </w:r>
            <w:r w:rsidR="00FD32E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637B4" w:rsidRPr="009C54AE" w14:paraId="4D3F66F3" w14:textId="77777777" w:rsidTr="00BA4D67">
        <w:trPr>
          <w:trHeight w:val="315"/>
        </w:trPr>
        <w:tc>
          <w:tcPr>
            <w:tcW w:w="9639" w:type="dxa"/>
          </w:tcPr>
          <w:p w14:paraId="575AB0D9" w14:textId="6509C22C" w:rsidR="000637B4" w:rsidRPr="00C13ACE" w:rsidRDefault="000637B4" w:rsidP="00BA4D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ACE">
              <w:rPr>
                <w:rFonts w:ascii="Corbel" w:hAnsi="Corbel"/>
                <w:sz w:val="24"/>
                <w:szCs w:val="24"/>
              </w:rPr>
              <w:t>Afiliacja i przyjaźń</w:t>
            </w:r>
            <w:r w:rsidR="00FD32E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637B4" w:rsidRPr="009C54AE" w14:paraId="5C82CACB" w14:textId="77777777" w:rsidTr="00BA4D67">
        <w:trPr>
          <w:trHeight w:val="325"/>
        </w:trPr>
        <w:tc>
          <w:tcPr>
            <w:tcW w:w="9639" w:type="dxa"/>
          </w:tcPr>
          <w:p w14:paraId="145D5B43" w14:textId="426AF45E" w:rsidR="000637B4" w:rsidRPr="00C13ACE" w:rsidRDefault="000637B4" w:rsidP="00BA4D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ACE">
              <w:rPr>
                <w:rFonts w:ascii="Corbel" w:hAnsi="Corbel"/>
                <w:sz w:val="24"/>
                <w:szCs w:val="24"/>
              </w:rPr>
              <w:t>Agresja, uprzedzenia i stereotypy</w:t>
            </w:r>
            <w:r w:rsidR="00FD32E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637B4" w:rsidRPr="009C54AE" w14:paraId="4D3F7EEC" w14:textId="77777777" w:rsidTr="00BA4D67">
        <w:trPr>
          <w:trHeight w:val="248"/>
        </w:trPr>
        <w:tc>
          <w:tcPr>
            <w:tcW w:w="9639" w:type="dxa"/>
          </w:tcPr>
          <w:p w14:paraId="20AAA317" w14:textId="1C2D8095" w:rsidR="000637B4" w:rsidRPr="00C13ACE" w:rsidRDefault="000637B4" w:rsidP="00BA4D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ACE">
              <w:rPr>
                <w:rFonts w:ascii="Corbel" w:hAnsi="Corbel"/>
                <w:sz w:val="24"/>
                <w:szCs w:val="24"/>
              </w:rPr>
              <w:t>Zachowania prospołeczne – typy i cele</w:t>
            </w:r>
            <w:r w:rsidR="00FD32E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7F50E36" w14:textId="77777777" w:rsidR="000637B4" w:rsidRPr="00412A42" w:rsidRDefault="000637B4" w:rsidP="000637B4">
      <w:pPr>
        <w:spacing w:after="120" w:line="240" w:lineRule="auto"/>
        <w:contextualSpacing/>
        <w:jc w:val="both"/>
        <w:rPr>
          <w:rFonts w:ascii="Corbel" w:hAnsi="Corbel"/>
          <w:sz w:val="24"/>
          <w:szCs w:val="24"/>
        </w:rPr>
      </w:pPr>
    </w:p>
    <w:p w14:paraId="2F2EE55D" w14:textId="77777777" w:rsidR="00412A42" w:rsidRPr="00412A42" w:rsidRDefault="00412A42" w:rsidP="00412A42">
      <w:pPr>
        <w:spacing w:after="0" w:line="240" w:lineRule="auto"/>
        <w:rPr>
          <w:rFonts w:ascii="Corbel" w:hAnsi="Corbel"/>
          <w:sz w:val="24"/>
          <w:szCs w:val="24"/>
        </w:rPr>
      </w:pPr>
    </w:p>
    <w:p w14:paraId="35220005" w14:textId="77777777" w:rsidR="00412A42" w:rsidRPr="00412A42" w:rsidRDefault="00412A42" w:rsidP="00412A42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Corbel" w:hAnsi="Corbel"/>
          <w:sz w:val="24"/>
          <w:szCs w:val="24"/>
        </w:rPr>
      </w:pPr>
      <w:r w:rsidRPr="00412A42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D32EA" w:rsidRPr="009C54AE" w14:paraId="7301FCD8" w14:textId="77777777" w:rsidTr="009B69AD">
        <w:tc>
          <w:tcPr>
            <w:tcW w:w="9639" w:type="dxa"/>
          </w:tcPr>
          <w:p w14:paraId="0C033B2E" w14:textId="77777777" w:rsidR="00FD32EA" w:rsidRPr="009C54AE" w:rsidRDefault="00FD32EA" w:rsidP="009B69A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32EA" w:rsidRPr="009C54AE" w14:paraId="1041A38F" w14:textId="77777777" w:rsidTr="009B69AD">
        <w:trPr>
          <w:trHeight w:val="488"/>
        </w:trPr>
        <w:tc>
          <w:tcPr>
            <w:tcW w:w="9639" w:type="dxa"/>
          </w:tcPr>
          <w:p w14:paraId="2E4DDFF5" w14:textId="77777777" w:rsidR="00FD32EA" w:rsidRPr="000637B4" w:rsidRDefault="00FD32EA" w:rsidP="009B69AD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637B4">
              <w:rPr>
                <w:rFonts w:ascii="Corbel" w:hAnsi="Corbel"/>
                <w:sz w:val="24"/>
                <w:szCs w:val="24"/>
              </w:rPr>
              <w:t>Cele indywidualne i kolektywne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C958CA5" w14:textId="77777777" w:rsidR="00FD32EA" w:rsidRPr="000637B4" w:rsidRDefault="00FD32EA" w:rsidP="009B69A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637B4">
              <w:rPr>
                <w:rFonts w:ascii="Corbel" w:hAnsi="Corbel"/>
                <w:sz w:val="24"/>
                <w:szCs w:val="24"/>
              </w:rPr>
              <w:t>Aktywizowanie motywów i celów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D32EA" w:rsidRPr="009C54AE" w14:paraId="0C29FA67" w14:textId="77777777" w:rsidTr="009B69AD">
        <w:trPr>
          <w:trHeight w:val="338"/>
        </w:trPr>
        <w:tc>
          <w:tcPr>
            <w:tcW w:w="9639" w:type="dxa"/>
          </w:tcPr>
          <w:p w14:paraId="412C641D" w14:textId="77777777" w:rsidR="00FD32EA" w:rsidRPr="000637B4" w:rsidRDefault="00FD32EA" w:rsidP="009B69A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637B4">
              <w:rPr>
                <w:rFonts w:ascii="Corbel" w:hAnsi="Corbel"/>
                <w:sz w:val="24"/>
                <w:szCs w:val="24"/>
              </w:rPr>
              <w:t xml:space="preserve">Podstawowe cele autoprezentacji, strategie </w:t>
            </w:r>
            <w:proofErr w:type="spellStart"/>
            <w:r w:rsidRPr="000637B4">
              <w:rPr>
                <w:rFonts w:ascii="Corbel" w:hAnsi="Corbel"/>
                <w:sz w:val="24"/>
                <w:szCs w:val="24"/>
              </w:rPr>
              <w:t>ingracjacji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F098B18" w14:textId="77777777" w:rsidR="00FD32EA" w:rsidRPr="000637B4" w:rsidRDefault="00FD32EA" w:rsidP="009B69A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637B4">
              <w:rPr>
                <w:rFonts w:ascii="Corbel" w:hAnsi="Corbel"/>
                <w:sz w:val="24"/>
                <w:szCs w:val="24"/>
              </w:rPr>
              <w:t xml:space="preserve">Paradoks </w:t>
            </w:r>
            <w:proofErr w:type="spellStart"/>
            <w:r w:rsidRPr="000637B4">
              <w:rPr>
                <w:rFonts w:ascii="Corbel" w:hAnsi="Corbel"/>
                <w:sz w:val="24"/>
                <w:szCs w:val="24"/>
              </w:rPr>
              <w:t>samoutrudniania</w:t>
            </w:r>
            <w:proofErr w:type="spellEnd"/>
            <w:r w:rsidRPr="000637B4">
              <w:rPr>
                <w:rFonts w:ascii="Corbel" w:hAnsi="Corbel"/>
                <w:sz w:val="24"/>
                <w:szCs w:val="24"/>
              </w:rPr>
              <w:t>, strategie kreowania wysokiego statusu i władzy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D32EA" w:rsidRPr="009C54AE" w14:paraId="4AEA715A" w14:textId="77777777" w:rsidTr="009B69AD">
        <w:trPr>
          <w:trHeight w:val="213"/>
        </w:trPr>
        <w:tc>
          <w:tcPr>
            <w:tcW w:w="9639" w:type="dxa"/>
          </w:tcPr>
          <w:p w14:paraId="4177FD5C" w14:textId="77777777" w:rsidR="00FD32EA" w:rsidRPr="000637B4" w:rsidRDefault="00FD32EA" w:rsidP="009B69AD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637B4">
              <w:rPr>
                <w:rFonts w:ascii="Corbel" w:hAnsi="Corbel"/>
                <w:sz w:val="24"/>
                <w:szCs w:val="24"/>
              </w:rPr>
              <w:t>Czynniki skutecznej zmiany postaw i przekonań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333F9840" w14:textId="77777777" w:rsidR="00FD32EA" w:rsidRPr="000637B4" w:rsidRDefault="00FD32EA" w:rsidP="009B69AD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637B4">
              <w:rPr>
                <w:rFonts w:ascii="Corbel" w:hAnsi="Corbel"/>
                <w:sz w:val="24"/>
                <w:szCs w:val="24"/>
              </w:rPr>
              <w:t>Uwarunkowania zwiększenia/zmniejszenia podatności na perswazję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9C0A352" w14:textId="77777777" w:rsidR="00FD32EA" w:rsidRPr="000637B4" w:rsidRDefault="00FD32EA" w:rsidP="009B69AD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637B4">
              <w:rPr>
                <w:rFonts w:ascii="Corbel" w:hAnsi="Corbel"/>
                <w:sz w:val="24"/>
                <w:szCs w:val="24"/>
              </w:rPr>
              <w:t>Teoria równowagi, teoria dysonansu poznawczego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E4652FC" w14:textId="77777777" w:rsidR="00FD32EA" w:rsidRPr="000637B4" w:rsidRDefault="00FD32EA" w:rsidP="009B69AD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637B4">
              <w:rPr>
                <w:rFonts w:ascii="Corbel" w:hAnsi="Corbel"/>
                <w:sz w:val="24"/>
                <w:szCs w:val="24"/>
              </w:rPr>
              <w:t>Napięcie a preferencja zgodności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D32EA" w:rsidRPr="009C54AE" w14:paraId="12A5D411" w14:textId="77777777" w:rsidTr="009B69AD">
        <w:trPr>
          <w:trHeight w:val="236"/>
        </w:trPr>
        <w:tc>
          <w:tcPr>
            <w:tcW w:w="9639" w:type="dxa"/>
          </w:tcPr>
          <w:p w14:paraId="1F0B6170" w14:textId="77777777" w:rsidR="00FD32EA" w:rsidRPr="000637B4" w:rsidRDefault="00FD32EA" w:rsidP="009B69AD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637B4">
              <w:rPr>
                <w:rFonts w:ascii="Corbel" w:hAnsi="Corbel"/>
                <w:sz w:val="24"/>
                <w:szCs w:val="24"/>
              </w:rPr>
              <w:t>Kategorie wpływu społecznego: konformizm, uległość, posłuszeństwo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D32EA" w:rsidRPr="009C54AE" w14:paraId="70BB6F99" w14:textId="77777777" w:rsidTr="009B69AD">
        <w:trPr>
          <w:trHeight w:val="150"/>
        </w:trPr>
        <w:tc>
          <w:tcPr>
            <w:tcW w:w="9639" w:type="dxa"/>
          </w:tcPr>
          <w:p w14:paraId="7EC54380" w14:textId="77777777" w:rsidR="00FD32EA" w:rsidRPr="000637B4" w:rsidRDefault="00FD32EA" w:rsidP="009B69AD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 zachowań afiliacyjnych.</w:t>
            </w:r>
          </w:p>
        </w:tc>
      </w:tr>
      <w:tr w:rsidR="00FD32EA" w:rsidRPr="009C54AE" w14:paraId="1AF9E331" w14:textId="77777777" w:rsidTr="009B69AD">
        <w:trPr>
          <w:trHeight w:val="263"/>
        </w:trPr>
        <w:tc>
          <w:tcPr>
            <w:tcW w:w="9639" w:type="dxa"/>
            <w:tcBorders>
              <w:bottom w:val="single" w:sz="4" w:space="0" w:color="auto"/>
            </w:tcBorders>
          </w:tcPr>
          <w:p w14:paraId="61B52236" w14:textId="77777777" w:rsidR="00FD32EA" w:rsidRPr="000637B4" w:rsidRDefault="00FD32EA" w:rsidP="009B69AD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637B4">
              <w:rPr>
                <w:rFonts w:ascii="Corbel" w:hAnsi="Corbel"/>
                <w:sz w:val="24"/>
                <w:szCs w:val="24"/>
              </w:rPr>
              <w:t>Odpowiedzialność społeczna – norma pomagania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CEE6587" w14:textId="77777777" w:rsidR="00FD32EA" w:rsidRPr="000637B4" w:rsidRDefault="00FD32EA" w:rsidP="009B69AD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637B4">
              <w:rPr>
                <w:rFonts w:ascii="Corbel" w:hAnsi="Corbel"/>
                <w:sz w:val="24"/>
                <w:szCs w:val="24"/>
              </w:rPr>
              <w:t>Modele pomagania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60B9EC2B" w14:textId="77777777" w:rsidR="00FD32EA" w:rsidRPr="000637B4" w:rsidRDefault="00FD32EA" w:rsidP="009B69AD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637B4">
              <w:rPr>
                <w:rFonts w:ascii="Corbel" w:hAnsi="Corbel"/>
                <w:sz w:val="24"/>
                <w:szCs w:val="24"/>
              </w:rPr>
              <w:t>Zarządzanie pobudzeniem w sytuacjach krytycznych i niekrytycznych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7A61ED6" w14:textId="77777777" w:rsidR="00FD32EA" w:rsidRPr="000637B4" w:rsidRDefault="00FD32EA" w:rsidP="009B69AD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637B4">
              <w:rPr>
                <w:rFonts w:ascii="Corbel" w:hAnsi="Corbel"/>
                <w:sz w:val="24"/>
                <w:szCs w:val="24"/>
              </w:rPr>
              <w:t>Model ulgi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C16F5C7" w14:textId="77777777" w:rsidR="00412A42" w:rsidRPr="00412A42" w:rsidRDefault="00412A42" w:rsidP="00412A42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p w14:paraId="37DF95D5" w14:textId="77777777" w:rsidR="00412A42" w:rsidRPr="00412A42" w:rsidRDefault="00412A42" w:rsidP="00412A4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12A42">
        <w:rPr>
          <w:rFonts w:ascii="Corbel" w:hAnsi="Corbel"/>
          <w:b/>
          <w:sz w:val="24"/>
          <w:szCs w:val="24"/>
        </w:rPr>
        <w:t>3.4 Metody dydaktyczne</w:t>
      </w:r>
      <w:r w:rsidRPr="00412A42">
        <w:rPr>
          <w:rFonts w:ascii="Corbel" w:hAnsi="Corbel"/>
          <w:sz w:val="24"/>
          <w:szCs w:val="24"/>
        </w:rPr>
        <w:t xml:space="preserve"> </w:t>
      </w:r>
    </w:p>
    <w:p w14:paraId="1783CB3F" w14:textId="77777777" w:rsidR="00412A42" w:rsidRPr="00412A42" w:rsidRDefault="00412A42" w:rsidP="00412A42">
      <w:pPr>
        <w:spacing w:after="0" w:line="240" w:lineRule="auto"/>
        <w:rPr>
          <w:rFonts w:ascii="Corbel" w:hAnsi="Corbel"/>
          <w:sz w:val="24"/>
          <w:szCs w:val="24"/>
        </w:rPr>
      </w:pPr>
    </w:p>
    <w:p w14:paraId="3618F293" w14:textId="77777777" w:rsidR="000637B4" w:rsidRPr="00FD32EA" w:rsidRDefault="000637B4" w:rsidP="00FD32EA">
      <w:pPr>
        <w:spacing w:after="0" w:line="240" w:lineRule="auto"/>
        <w:jc w:val="both"/>
        <w:rPr>
          <w:rFonts w:ascii="Corbel" w:hAnsi="Corbel"/>
          <w:smallCaps/>
        </w:rPr>
      </w:pPr>
      <w:r w:rsidRPr="00FD32EA">
        <w:rPr>
          <w:rFonts w:ascii="Corbel" w:hAnsi="Corbel"/>
          <w:smallCaps/>
        </w:rPr>
        <w:t>WYKŁAD –</w:t>
      </w:r>
      <w:r w:rsidR="00AC1F75" w:rsidRPr="00FD32EA">
        <w:rPr>
          <w:rFonts w:ascii="Corbel" w:hAnsi="Corbel"/>
          <w:smallCaps/>
        </w:rPr>
        <w:t xml:space="preserve"> </w:t>
      </w:r>
      <w:r w:rsidR="00AC1F75" w:rsidRPr="00FD32EA">
        <w:rPr>
          <w:rFonts w:ascii="Corbel" w:hAnsi="Corbel"/>
          <w:sz w:val="24"/>
          <w:szCs w:val="24"/>
        </w:rPr>
        <w:t>wykład</w:t>
      </w:r>
    </w:p>
    <w:p w14:paraId="761EBE33" w14:textId="77777777" w:rsidR="00412A42" w:rsidRPr="00FD32EA" w:rsidRDefault="000637B4" w:rsidP="00FD32EA">
      <w:pPr>
        <w:spacing w:after="0" w:line="240" w:lineRule="auto"/>
        <w:jc w:val="both"/>
        <w:rPr>
          <w:rFonts w:ascii="Corbel" w:hAnsi="Corbel"/>
          <w:smallCaps/>
        </w:rPr>
      </w:pPr>
      <w:r w:rsidRPr="00FD32EA">
        <w:rPr>
          <w:rFonts w:ascii="Corbel" w:hAnsi="Corbel"/>
          <w:smallCaps/>
        </w:rPr>
        <w:t xml:space="preserve">ĆWICZENIA – </w:t>
      </w:r>
      <w:r w:rsidR="00412A42" w:rsidRPr="00FD32EA">
        <w:rPr>
          <w:rFonts w:ascii="Corbel" w:hAnsi="Corbel"/>
          <w:sz w:val="24"/>
          <w:szCs w:val="24"/>
        </w:rPr>
        <w:t>analiza tekstów z dyskusją, analiza treści multimedialnych, studium przypadków, praca w grupach</w:t>
      </w:r>
    </w:p>
    <w:p w14:paraId="1473B1B3" w14:textId="77777777" w:rsidR="00412A42" w:rsidRPr="00412A42" w:rsidRDefault="00412A42" w:rsidP="00412A42">
      <w:pPr>
        <w:tabs>
          <w:tab w:val="left" w:pos="284"/>
        </w:tabs>
        <w:spacing w:after="0" w:line="240" w:lineRule="auto"/>
        <w:rPr>
          <w:rFonts w:ascii="Corbel" w:hAnsi="Corbel"/>
          <w:b/>
          <w:sz w:val="24"/>
          <w:szCs w:val="24"/>
        </w:rPr>
      </w:pPr>
    </w:p>
    <w:p w14:paraId="3574ED94" w14:textId="32E1A0E6" w:rsidR="00412A42" w:rsidRPr="00412A42" w:rsidRDefault="00B277AF" w:rsidP="00412A42">
      <w:pPr>
        <w:tabs>
          <w:tab w:val="left" w:pos="284"/>
        </w:tabs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412A42" w:rsidRPr="00412A42">
        <w:rPr>
          <w:rFonts w:ascii="Corbel" w:hAnsi="Corbel"/>
          <w:b/>
          <w:sz w:val="24"/>
          <w:szCs w:val="24"/>
        </w:rPr>
        <w:lastRenderedPageBreak/>
        <w:t xml:space="preserve">4. METODY I KRYTERIA OCENY </w:t>
      </w:r>
    </w:p>
    <w:p w14:paraId="61CB2087" w14:textId="77777777" w:rsidR="00412A42" w:rsidRPr="00412A42" w:rsidRDefault="00412A42" w:rsidP="00412A42">
      <w:pPr>
        <w:tabs>
          <w:tab w:val="left" w:pos="284"/>
        </w:tabs>
        <w:spacing w:after="0" w:line="240" w:lineRule="auto"/>
        <w:rPr>
          <w:rFonts w:ascii="Corbel" w:hAnsi="Corbel"/>
          <w:b/>
          <w:sz w:val="24"/>
          <w:szCs w:val="24"/>
        </w:rPr>
      </w:pPr>
    </w:p>
    <w:p w14:paraId="48ABCC1C" w14:textId="77777777" w:rsidR="00412A42" w:rsidRPr="00412A42" w:rsidRDefault="00412A42" w:rsidP="00412A42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412A42">
        <w:rPr>
          <w:rFonts w:ascii="Corbel" w:hAnsi="Corbel"/>
          <w:b/>
          <w:sz w:val="24"/>
          <w:szCs w:val="24"/>
        </w:rPr>
        <w:t>4.1 Sposoby weryfikacji efektów uczenia się</w:t>
      </w:r>
    </w:p>
    <w:p w14:paraId="01C22BB0" w14:textId="77777777" w:rsidR="00412A42" w:rsidRPr="00412A42" w:rsidRDefault="00412A42" w:rsidP="00412A4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6"/>
        <w:gridCol w:w="6152"/>
        <w:gridCol w:w="2242"/>
      </w:tblGrid>
      <w:tr w:rsidR="00412A42" w:rsidRPr="00412A42" w14:paraId="4957565B" w14:textId="77777777" w:rsidTr="00531D18">
        <w:tc>
          <w:tcPr>
            <w:tcW w:w="1134" w:type="dxa"/>
            <w:vAlign w:val="center"/>
          </w:tcPr>
          <w:p w14:paraId="1112A66E" w14:textId="77777777" w:rsidR="00412A42" w:rsidRPr="00412A42" w:rsidRDefault="00412A42" w:rsidP="00412A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6356" w:type="dxa"/>
            <w:vAlign w:val="center"/>
          </w:tcPr>
          <w:p w14:paraId="138772E1" w14:textId="77777777" w:rsidR="00412A42" w:rsidRPr="00412A42" w:rsidRDefault="00412A42" w:rsidP="00412A4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412A42">
              <w:rPr>
                <w:rFonts w:ascii="Corbel" w:hAnsi="Corbel"/>
                <w:color w:val="000000"/>
                <w:sz w:val="24"/>
                <w:szCs w:val="24"/>
              </w:rPr>
              <w:t>Metody oceny efektów uczenia się</w:t>
            </w:r>
          </w:p>
          <w:p w14:paraId="4E4ECC99" w14:textId="77777777" w:rsidR="00412A42" w:rsidRPr="00412A42" w:rsidRDefault="00412A42" w:rsidP="00412A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56" w:type="dxa"/>
            <w:vAlign w:val="center"/>
          </w:tcPr>
          <w:p w14:paraId="400BDF86" w14:textId="77777777" w:rsidR="00412A42" w:rsidRPr="00412A42" w:rsidRDefault="00412A42" w:rsidP="00412A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228AFEA2" w14:textId="77777777" w:rsidR="00412A42" w:rsidRPr="00412A42" w:rsidRDefault="00412A42" w:rsidP="00412A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412A42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412A42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412A42" w:rsidRPr="00412A42" w14:paraId="4CA8F5C3" w14:textId="77777777" w:rsidTr="00531D18">
        <w:tc>
          <w:tcPr>
            <w:tcW w:w="1134" w:type="dxa"/>
          </w:tcPr>
          <w:p w14:paraId="3698C22B" w14:textId="77777777" w:rsidR="00412A42" w:rsidRPr="00412A42" w:rsidRDefault="00412A42" w:rsidP="00412A4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 w:rsidRPr="00412A42">
              <w:rPr>
                <w:rFonts w:ascii="Corbel" w:hAnsi="Corbel"/>
                <w:smallCaps/>
                <w:sz w:val="24"/>
                <w:szCs w:val="24"/>
              </w:rPr>
              <w:t>ek</w:t>
            </w:r>
            <w:proofErr w:type="spellEnd"/>
            <w:r w:rsidRPr="00412A42">
              <w:rPr>
                <w:rFonts w:ascii="Corbel" w:hAnsi="Corbel"/>
                <w:smallCaps/>
                <w:sz w:val="24"/>
                <w:szCs w:val="24"/>
              </w:rPr>
              <w:t xml:space="preserve">_ 01 </w:t>
            </w:r>
          </w:p>
        </w:tc>
        <w:tc>
          <w:tcPr>
            <w:tcW w:w="6356" w:type="dxa"/>
          </w:tcPr>
          <w:p w14:paraId="1D5DAEAF" w14:textId="77777777" w:rsidR="00412A42" w:rsidRPr="00412A42" w:rsidRDefault="00412A42" w:rsidP="00531D18">
            <w:pPr>
              <w:spacing w:after="0" w:line="240" w:lineRule="auto"/>
              <w:jc w:val="both"/>
              <w:rPr>
                <w:rFonts w:ascii="Corbel" w:hAnsi="Corbel"/>
                <w:smallCaps/>
                <w:strike/>
                <w:sz w:val="24"/>
                <w:szCs w:val="24"/>
              </w:rPr>
            </w:pPr>
            <w:r w:rsidRPr="00412A42">
              <w:rPr>
                <w:rFonts w:ascii="Corbel" w:hAnsi="Corbel"/>
                <w:color w:val="000000"/>
                <w:sz w:val="24"/>
                <w:szCs w:val="24"/>
              </w:rPr>
              <w:t>obserwacja w trakcie zajęć,</w:t>
            </w:r>
            <w:r w:rsidR="00420677">
              <w:rPr>
                <w:rFonts w:ascii="Corbel" w:hAnsi="Corbel"/>
                <w:color w:val="000000"/>
                <w:sz w:val="24"/>
                <w:szCs w:val="24"/>
              </w:rPr>
              <w:t xml:space="preserve"> ocena pracy zaliczeniowej lub</w:t>
            </w:r>
            <w:r w:rsidRPr="00412A42">
              <w:rPr>
                <w:rFonts w:ascii="Corbel" w:hAnsi="Corbel"/>
                <w:color w:val="000000"/>
                <w:sz w:val="24"/>
                <w:szCs w:val="24"/>
              </w:rPr>
              <w:t xml:space="preserve"> kolokwium lub zaliczenie ustne</w:t>
            </w:r>
            <w:r w:rsidR="00531D18">
              <w:rPr>
                <w:rFonts w:ascii="Corbel" w:hAnsi="Corbel"/>
                <w:color w:val="000000"/>
                <w:sz w:val="24"/>
                <w:szCs w:val="24"/>
              </w:rPr>
              <w:t xml:space="preserve"> (ćwiczenia)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/egzamin</w:t>
            </w:r>
            <w:r w:rsidR="00531D18">
              <w:rPr>
                <w:rFonts w:ascii="Corbel" w:hAnsi="Corbel"/>
                <w:color w:val="000000"/>
                <w:sz w:val="24"/>
                <w:szCs w:val="24"/>
              </w:rPr>
              <w:t xml:space="preserve"> (wykład)</w:t>
            </w:r>
          </w:p>
        </w:tc>
        <w:tc>
          <w:tcPr>
            <w:tcW w:w="2256" w:type="dxa"/>
          </w:tcPr>
          <w:p w14:paraId="2E0338DB" w14:textId="77777777" w:rsidR="00412A42" w:rsidRPr="00412A42" w:rsidRDefault="00412A42" w:rsidP="00412A4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ćwiczenia/wykład</w:t>
            </w:r>
          </w:p>
        </w:tc>
      </w:tr>
      <w:tr w:rsidR="00412A42" w:rsidRPr="00412A42" w14:paraId="301501F7" w14:textId="77777777" w:rsidTr="00531D18">
        <w:trPr>
          <w:trHeight w:val="285"/>
        </w:trPr>
        <w:tc>
          <w:tcPr>
            <w:tcW w:w="1134" w:type="dxa"/>
          </w:tcPr>
          <w:p w14:paraId="08E90944" w14:textId="77777777" w:rsidR="00412A42" w:rsidRPr="00412A42" w:rsidRDefault="00412A42" w:rsidP="00412A4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12A42">
              <w:rPr>
                <w:rFonts w:ascii="Corbel" w:hAnsi="Corbel"/>
                <w:smallCaps/>
                <w:sz w:val="24"/>
                <w:szCs w:val="24"/>
              </w:rPr>
              <w:t>Ek_ 02</w:t>
            </w:r>
          </w:p>
        </w:tc>
        <w:tc>
          <w:tcPr>
            <w:tcW w:w="6356" w:type="dxa"/>
          </w:tcPr>
          <w:p w14:paraId="6F153DDB" w14:textId="77777777" w:rsidR="00412A42" w:rsidRPr="00412A42" w:rsidRDefault="00412A42" w:rsidP="00531D18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412A42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  <w:r w:rsidR="00531D18">
              <w:rPr>
                <w:rFonts w:ascii="Corbel" w:hAnsi="Corbel"/>
                <w:color w:val="000000"/>
                <w:sz w:val="24"/>
                <w:szCs w:val="24"/>
              </w:rPr>
              <w:t xml:space="preserve"> (ćwiczenia)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/egzamin</w:t>
            </w:r>
            <w:r w:rsidR="00531D18">
              <w:rPr>
                <w:rFonts w:ascii="Corbel" w:hAnsi="Corbel"/>
                <w:color w:val="000000"/>
                <w:sz w:val="24"/>
                <w:szCs w:val="24"/>
              </w:rPr>
              <w:t xml:space="preserve"> (wykład)</w:t>
            </w:r>
          </w:p>
        </w:tc>
        <w:tc>
          <w:tcPr>
            <w:tcW w:w="2256" w:type="dxa"/>
          </w:tcPr>
          <w:p w14:paraId="1CF2F7B1" w14:textId="77777777" w:rsidR="00412A42" w:rsidRPr="00412A42" w:rsidRDefault="00412A42" w:rsidP="00412A4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12A42">
              <w:rPr>
                <w:rFonts w:ascii="Corbel" w:hAnsi="Corbel"/>
                <w:smallCaps/>
                <w:sz w:val="24"/>
                <w:szCs w:val="24"/>
              </w:rPr>
              <w:t>ćwiczenia/wykład</w:t>
            </w:r>
          </w:p>
        </w:tc>
      </w:tr>
      <w:tr w:rsidR="00412A42" w:rsidRPr="00412A42" w14:paraId="02E0471C" w14:textId="77777777" w:rsidTr="00531D18">
        <w:trPr>
          <w:trHeight w:val="268"/>
        </w:trPr>
        <w:tc>
          <w:tcPr>
            <w:tcW w:w="1134" w:type="dxa"/>
          </w:tcPr>
          <w:p w14:paraId="30F93134" w14:textId="77777777" w:rsidR="00412A42" w:rsidRPr="00412A42" w:rsidRDefault="00412A42" w:rsidP="00412A4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12A42">
              <w:rPr>
                <w:rFonts w:ascii="Corbel" w:hAnsi="Corbel"/>
                <w:smallCaps/>
                <w:sz w:val="24"/>
                <w:szCs w:val="24"/>
              </w:rPr>
              <w:t>EK_ 03</w:t>
            </w:r>
          </w:p>
        </w:tc>
        <w:tc>
          <w:tcPr>
            <w:tcW w:w="6356" w:type="dxa"/>
          </w:tcPr>
          <w:p w14:paraId="62E174E0" w14:textId="77777777" w:rsidR="00412A42" w:rsidRPr="00412A42" w:rsidRDefault="00412A42" w:rsidP="00531D18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412A42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  <w:r w:rsidR="00531D18">
              <w:rPr>
                <w:rFonts w:ascii="Corbel" w:hAnsi="Corbel"/>
                <w:color w:val="000000"/>
                <w:sz w:val="24"/>
                <w:szCs w:val="24"/>
              </w:rPr>
              <w:t xml:space="preserve"> (ćwiczenia)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/egzamin</w:t>
            </w:r>
            <w:r w:rsidR="00531D18">
              <w:rPr>
                <w:rFonts w:ascii="Corbel" w:hAnsi="Corbel"/>
                <w:color w:val="000000"/>
                <w:sz w:val="24"/>
                <w:szCs w:val="24"/>
              </w:rPr>
              <w:t xml:space="preserve"> (wykład)</w:t>
            </w:r>
          </w:p>
        </w:tc>
        <w:tc>
          <w:tcPr>
            <w:tcW w:w="2256" w:type="dxa"/>
          </w:tcPr>
          <w:p w14:paraId="7E4D9F2C" w14:textId="77777777" w:rsidR="00412A42" w:rsidRPr="00412A42" w:rsidRDefault="00531D18" w:rsidP="00412A4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12A42">
              <w:rPr>
                <w:rFonts w:ascii="Corbel" w:hAnsi="Corbel"/>
                <w:smallCaps/>
                <w:sz w:val="24"/>
                <w:szCs w:val="24"/>
              </w:rPr>
              <w:t>ćwiczenia/wykład</w:t>
            </w:r>
          </w:p>
        </w:tc>
      </w:tr>
    </w:tbl>
    <w:p w14:paraId="7114B4D7" w14:textId="77777777" w:rsidR="00412A42" w:rsidRPr="00412A42" w:rsidRDefault="00412A42" w:rsidP="00412A42">
      <w:pPr>
        <w:spacing w:after="0" w:line="240" w:lineRule="auto"/>
        <w:rPr>
          <w:rFonts w:ascii="Corbel" w:hAnsi="Corbel"/>
          <w:sz w:val="24"/>
          <w:szCs w:val="24"/>
        </w:rPr>
      </w:pPr>
    </w:p>
    <w:p w14:paraId="426A9ABD" w14:textId="77777777" w:rsidR="00412A42" w:rsidRPr="00412A42" w:rsidRDefault="00412A42" w:rsidP="00412A42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412A42">
        <w:rPr>
          <w:rFonts w:ascii="Corbel" w:hAnsi="Corbel"/>
          <w:b/>
          <w:sz w:val="24"/>
          <w:szCs w:val="24"/>
        </w:rPr>
        <w:t xml:space="preserve">4.2 Warunki zaliczenia przedmiotu (kryteria oceniania) </w:t>
      </w:r>
    </w:p>
    <w:p w14:paraId="0EBF0E2B" w14:textId="77777777" w:rsidR="00412A42" w:rsidRPr="00412A42" w:rsidRDefault="00412A42" w:rsidP="00412A42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12A42" w:rsidRPr="00412A42" w14:paraId="444087E6" w14:textId="77777777" w:rsidTr="00BA4D67">
        <w:tc>
          <w:tcPr>
            <w:tcW w:w="9670" w:type="dxa"/>
          </w:tcPr>
          <w:p w14:paraId="528F425D" w14:textId="3EBB7D07" w:rsidR="00412A42" w:rsidRPr="00412A42" w:rsidRDefault="00412A42" w:rsidP="00FD32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>- uzyskanie min. 50 proc. maksymalnej liczby punktów (w przypadku kolokwium</w:t>
            </w:r>
            <w:r>
              <w:rPr>
                <w:rFonts w:ascii="Corbel" w:hAnsi="Corbel"/>
                <w:sz w:val="24"/>
                <w:szCs w:val="24"/>
              </w:rPr>
              <w:t xml:space="preserve"> i egzaminu pisemnego</w:t>
            </w:r>
            <w:r w:rsidRPr="00412A42">
              <w:rPr>
                <w:rFonts w:ascii="Corbel" w:hAnsi="Corbel"/>
                <w:sz w:val="24"/>
                <w:szCs w:val="24"/>
              </w:rPr>
              <w:t>)</w:t>
            </w:r>
            <w:r w:rsidR="00420677">
              <w:rPr>
                <w:rFonts w:ascii="Corbel" w:hAnsi="Corbel"/>
                <w:sz w:val="24"/>
                <w:szCs w:val="24"/>
              </w:rPr>
              <w:t xml:space="preserve"> lub uzyskanie pozytyw</w:t>
            </w:r>
            <w:r w:rsidR="00FD32EA">
              <w:rPr>
                <w:rFonts w:ascii="Corbel" w:hAnsi="Corbel"/>
                <w:sz w:val="24"/>
                <w:szCs w:val="24"/>
              </w:rPr>
              <w:t>nej oceny z pracy zaliczeniowej</w:t>
            </w:r>
          </w:p>
          <w:p w14:paraId="5CF1D335" w14:textId="77777777" w:rsidR="00412A42" w:rsidRPr="00412A42" w:rsidRDefault="00412A42" w:rsidP="00FD32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>- poprawna odpowiedź na 50 proc. pytań (w przypadku zaliczenia ustnego</w:t>
            </w:r>
            <w:r>
              <w:rPr>
                <w:rFonts w:ascii="Corbel" w:hAnsi="Corbel"/>
                <w:sz w:val="24"/>
                <w:szCs w:val="24"/>
              </w:rPr>
              <w:t xml:space="preserve"> i egzaminu ustnego</w:t>
            </w:r>
            <w:r w:rsidRPr="00412A42">
              <w:rPr>
                <w:rFonts w:ascii="Corbel" w:hAnsi="Corbel"/>
                <w:sz w:val="24"/>
                <w:szCs w:val="24"/>
              </w:rPr>
              <w:t>)</w:t>
            </w:r>
          </w:p>
        </w:tc>
      </w:tr>
    </w:tbl>
    <w:p w14:paraId="7AAA4EC1" w14:textId="77777777" w:rsidR="00412A42" w:rsidRPr="00412A42" w:rsidRDefault="00412A42" w:rsidP="00412A42">
      <w:pPr>
        <w:spacing w:after="0" w:line="240" w:lineRule="auto"/>
        <w:rPr>
          <w:rFonts w:ascii="Corbel" w:hAnsi="Corbel"/>
          <w:sz w:val="24"/>
          <w:szCs w:val="24"/>
        </w:rPr>
      </w:pPr>
    </w:p>
    <w:p w14:paraId="729C37E6" w14:textId="77777777" w:rsidR="00412A42" w:rsidRPr="00412A42" w:rsidRDefault="00412A42" w:rsidP="00412A42">
      <w:pPr>
        <w:spacing w:after="0" w:line="240" w:lineRule="auto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12A4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E196112" w14:textId="77777777" w:rsidR="00412A42" w:rsidRPr="00412A42" w:rsidRDefault="00412A42" w:rsidP="00412A4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412A42" w:rsidRPr="00412A42" w14:paraId="7029634C" w14:textId="77777777" w:rsidTr="00BA4D67">
        <w:tc>
          <w:tcPr>
            <w:tcW w:w="4962" w:type="dxa"/>
            <w:vAlign w:val="center"/>
          </w:tcPr>
          <w:p w14:paraId="5EADECBE" w14:textId="77777777" w:rsidR="00412A42" w:rsidRPr="00412A42" w:rsidRDefault="00412A42" w:rsidP="00412A42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12A42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16022F1" w14:textId="77777777" w:rsidR="00412A42" w:rsidRPr="00412A42" w:rsidRDefault="00412A42" w:rsidP="00412A42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12A42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12A42" w:rsidRPr="00412A42" w14:paraId="2EC1584B" w14:textId="77777777" w:rsidTr="00BA4D67">
        <w:tc>
          <w:tcPr>
            <w:tcW w:w="4962" w:type="dxa"/>
          </w:tcPr>
          <w:p w14:paraId="7ED33C16" w14:textId="77777777" w:rsidR="00412A42" w:rsidRPr="00412A42" w:rsidRDefault="00412A42" w:rsidP="00412A42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08B52456" w14:textId="77777777" w:rsidR="00412A42" w:rsidRDefault="00AC1F75" w:rsidP="00412A42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Wykład: 15</w:t>
            </w:r>
          </w:p>
          <w:p w14:paraId="283FB2F6" w14:textId="77777777" w:rsidR="00AC1F75" w:rsidRPr="00412A42" w:rsidRDefault="00AC1F75" w:rsidP="00412A42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Ćwiczenia: 15</w:t>
            </w:r>
          </w:p>
        </w:tc>
      </w:tr>
      <w:tr w:rsidR="00412A42" w:rsidRPr="00412A42" w14:paraId="0942C535" w14:textId="77777777" w:rsidTr="00BA4D67">
        <w:tc>
          <w:tcPr>
            <w:tcW w:w="4962" w:type="dxa"/>
          </w:tcPr>
          <w:p w14:paraId="4A64EF51" w14:textId="77777777" w:rsidR="00412A42" w:rsidRPr="00412A42" w:rsidRDefault="00412A42" w:rsidP="00412A42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D3DC780" w14:textId="77777777" w:rsidR="00412A42" w:rsidRPr="00412A42" w:rsidRDefault="00412A42" w:rsidP="00412A42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61B4181" w14:textId="6229BE9F" w:rsidR="00412A42" w:rsidRDefault="00FD32EA" w:rsidP="00412A42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Wykład: 1</w:t>
            </w:r>
          </w:p>
          <w:p w14:paraId="3EACE10F" w14:textId="49AA9D15" w:rsidR="00AC1F75" w:rsidRPr="00412A42" w:rsidRDefault="00FD32EA" w:rsidP="00412A42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Ćwiczenia: 1</w:t>
            </w:r>
          </w:p>
        </w:tc>
      </w:tr>
      <w:tr w:rsidR="00412A42" w:rsidRPr="00412A42" w14:paraId="0B1D36FC" w14:textId="77777777" w:rsidTr="00BA4D67">
        <w:tc>
          <w:tcPr>
            <w:tcW w:w="4962" w:type="dxa"/>
          </w:tcPr>
          <w:p w14:paraId="6194440A" w14:textId="77777777" w:rsidR="00412A42" w:rsidRPr="00412A42" w:rsidRDefault="00412A42" w:rsidP="00412A42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77" w:type="dxa"/>
          </w:tcPr>
          <w:p w14:paraId="10031FE8" w14:textId="23D598E9" w:rsidR="00412A42" w:rsidRDefault="00FD32EA" w:rsidP="00412A42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Wykład: 21,5</w:t>
            </w:r>
          </w:p>
          <w:p w14:paraId="62EBCCD0" w14:textId="47FD7CEC" w:rsidR="00AC1F75" w:rsidRPr="00412A42" w:rsidRDefault="00FD32EA" w:rsidP="00412A42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Ćwiczenia: 21,5</w:t>
            </w:r>
          </w:p>
        </w:tc>
      </w:tr>
      <w:tr w:rsidR="00412A42" w:rsidRPr="00412A42" w14:paraId="61969515" w14:textId="77777777" w:rsidTr="00BA4D67">
        <w:tc>
          <w:tcPr>
            <w:tcW w:w="4962" w:type="dxa"/>
          </w:tcPr>
          <w:p w14:paraId="7AD318D7" w14:textId="77777777" w:rsidR="00412A42" w:rsidRPr="00412A42" w:rsidRDefault="00412A42" w:rsidP="00412A42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F6CF242" w14:textId="77777777" w:rsidR="00412A42" w:rsidRPr="00412A42" w:rsidRDefault="00AC1F75" w:rsidP="00412A42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412A42" w:rsidRPr="00412A42" w14:paraId="55F677FD" w14:textId="77777777" w:rsidTr="00BA4D67">
        <w:tc>
          <w:tcPr>
            <w:tcW w:w="4962" w:type="dxa"/>
          </w:tcPr>
          <w:p w14:paraId="68E22EED" w14:textId="77777777" w:rsidR="00412A42" w:rsidRPr="00412A42" w:rsidRDefault="00412A42" w:rsidP="00412A42">
            <w:pPr>
              <w:spacing w:after="0" w:line="240" w:lineRule="auto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412A4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82F344E" w14:textId="77777777" w:rsidR="00412A42" w:rsidRPr="00412A42" w:rsidRDefault="00AC1F75" w:rsidP="00412A42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661513" w14:textId="77777777" w:rsidR="00412A42" w:rsidRPr="00412A42" w:rsidRDefault="00412A42" w:rsidP="00412A42">
      <w:pPr>
        <w:spacing w:after="0" w:line="240" w:lineRule="auto"/>
        <w:ind w:left="426"/>
        <w:rPr>
          <w:rFonts w:ascii="Corbel" w:hAnsi="Corbel"/>
          <w:i/>
          <w:sz w:val="24"/>
          <w:szCs w:val="24"/>
        </w:rPr>
      </w:pPr>
      <w:r w:rsidRPr="00412A42">
        <w:rPr>
          <w:rFonts w:ascii="Corbel" w:hAnsi="Corbel"/>
          <w:i/>
          <w:sz w:val="24"/>
          <w:szCs w:val="24"/>
        </w:rPr>
        <w:t>* Należy uwzględnić, że 1 pkt ECTS odpowiada 25-30 godzin całkowitego nakładu pracy studenta.</w:t>
      </w:r>
    </w:p>
    <w:p w14:paraId="464376E2" w14:textId="77777777" w:rsidR="00412A42" w:rsidRPr="00412A42" w:rsidRDefault="00412A42" w:rsidP="00412A42">
      <w:pPr>
        <w:spacing w:after="0" w:line="240" w:lineRule="auto"/>
        <w:rPr>
          <w:rFonts w:ascii="Corbel" w:hAnsi="Corbel"/>
          <w:sz w:val="24"/>
          <w:szCs w:val="24"/>
        </w:rPr>
      </w:pPr>
    </w:p>
    <w:p w14:paraId="2534950B" w14:textId="77777777" w:rsidR="00412A42" w:rsidRPr="00412A42" w:rsidRDefault="00412A42" w:rsidP="00412A42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412A42">
        <w:rPr>
          <w:rFonts w:ascii="Corbel" w:hAnsi="Corbel"/>
          <w:b/>
          <w:sz w:val="24"/>
          <w:szCs w:val="24"/>
        </w:rPr>
        <w:t>6. PRAKTYKI ZAWODOWE W RAMACH PRZEDMIOTU</w:t>
      </w:r>
    </w:p>
    <w:p w14:paraId="6D4691C6" w14:textId="77777777" w:rsidR="00412A42" w:rsidRPr="00412A42" w:rsidRDefault="00412A42" w:rsidP="00412A42">
      <w:pPr>
        <w:spacing w:after="0" w:line="240" w:lineRule="auto"/>
        <w:ind w:left="360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12A42" w:rsidRPr="00412A42" w14:paraId="27AF76E5" w14:textId="77777777" w:rsidTr="00BA4D67">
        <w:trPr>
          <w:trHeight w:val="397"/>
        </w:trPr>
        <w:tc>
          <w:tcPr>
            <w:tcW w:w="3544" w:type="dxa"/>
          </w:tcPr>
          <w:p w14:paraId="47533D69" w14:textId="77777777" w:rsidR="00412A42" w:rsidRPr="00412A42" w:rsidRDefault="00412A42" w:rsidP="00412A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F67AEF3" w14:textId="3F239CB2" w:rsidR="00412A42" w:rsidRPr="00412A42" w:rsidRDefault="00B277AF" w:rsidP="00412A4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Nie dotyczy</w:t>
            </w:r>
          </w:p>
        </w:tc>
      </w:tr>
      <w:tr w:rsidR="00412A42" w:rsidRPr="00412A42" w14:paraId="34EA9578" w14:textId="77777777" w:rsidTr="00BA4D67">
        <w:trPr>
          <w:trHeight w:val="397"/>
        </w:trPr>
        <w:tc>
          <w:tcPr>
            <w:tcW w:w="3544" w:type="dxa"/>
          </w:tcPr>
          <w:p w14:paraId="11710822" w14:textId="77777777" w:rsidR="00412A42" w:rsidRPr="00412A42" w:rsidRDefault="00412A42" w:rsidP="00412A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12A42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851CB21" w14:textId="745C99DD" w:rsidR="00412A42" w:rsidRPr="00412A42" w:rsidRDefault="00B277AF" w:rsidP="00412A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Nie dotyczy</w:t>
            </w:r>
          </w:p>
        </w:tc>
      </w:tr>
    </w:tbl>
    <w:p w14:paraId="2674E653" w14:textId="77777777" w:rsidR="00412A42" w:rsidRPr="00412A42" w:rsidRDefault="00412A42" w:rsidP="00412A42">
      <w:pPr>
        <w:spacing w:after="0" w:line="240" w:lineRule="auto"/>
        <w:ind w:left="360"/>
        <w:rPr>
          <w:rFonts w:ascii="Corbel" w:hAnsi="Corbel"/>
          <w:sz w:val="24"/>
          <w:szCs w:val="24"/>
        </w:rPr>
      </w:pPr>
    </w:p>
    <w:p w14:paraId="6DB4CDCC" w14:textId="77777777" w:rsidR="00412A42" w:rsidRPr="00412A42" w:rsidRDefault="00412A42" w:rsidP="00412A42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412A42">
        <w:rPr>
          <w:rFonts w:ascii="Corbel" w:hAnsi="Corbel"/>
          <w:b/>
          <w:sz w:val="24"/>
          <w:szCs w:val="24"/>
        </w:rPr>
        <w:t xml:space="preserve">7. LITERATURA </w:t>
      </w:r>
    </w:p>
    <w:p w14:paraId="4C480E88" w14:textId="77777777" w:rsidR="00412A42" w:rsidRDefault="00412A42" w:rsidP="00412A42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0637B4" w:rsidRPr="009C54AE" w14:paraId="2565FECD" w14:textId="77777777" w:rsidTr="00BA4D67">
        <w:trPr>
          <w:trHeight w:val="397"/>
        </w:trPr>
        <w:tc>
          <w:tcPr>
            <w:tcW w:w="7513" w:type="dxa"/>
          </w:tcPr>
          <w:p w14:paraId="03626854" w14:textId="77777777" w:rsidR="000637B4" w:rsidRDefault="000637B4" w:rsidP="00BA4D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D95F258" w14:textId="7D85DB77" w:rsidR="00FD32EA" w:rsidRPr="003F0617" w:rsidRDefault="00FD32EA" w:rsidP="00FD32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61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Kenrick, T. D.,  </w:t>
            </w:r>
            <w:proofErr w:type="spellStart"/>
            <w:r w:rsidRPr="003F061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Neuberg</w:t>
            </w:r>
            <w:proofErr w:type="spellEnd"/>
            <w:r w:rsidRPr="003F061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, L. S., Cialdini, R. (2002). </w:t>
            </w:r>
            <w:r w:rsidRPr="003F0617">
              <w:rPr>
                <w:rFonts w:ascii="Corbel" w:hAnsi="Corbel"/>
                <w:b w:val="0"/>
                <w:smallCaps w:val="0"/>
                <w:szCs w:val="24"/>
              </w:rPr>
              <w:t>Psychologia społeczna. Rozwiązane tajemnice. Gdańsk</w:t>
            </w:r>
            <w:r w:rsidR="00EE61BB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F92291">
              <w:rPr>
                <w:rFonts w:ascii="Corbel" w:hAnsi="Corbel"/>
                <w:b w:val="0"/>
                <w:smallCaps w:val="0"/>
                <w:szCs w:val="24"/>
              </w:rPr>
              <w:t>Wydawnictwo</w:t>
            </w:r>
            <w:r w:rsidR="00A40CA9">
              <w:rPr>
                <w:rFonts w:ascii="Corbel" w:hAnsi="Corbel"/>
                <w:b w:val="0"/>
                <w:smallCaps w:val="0"/>
                <w:szCs w:val="24"/>
              </w:rPr>
              <w:t xml:space="preserve"> GWP.</w:t>
            </w:r>
          </w:p>
          <w:p w14:paraId="3AD83AD7" w14:textId="474E1B0F" w:rsidR="00FD32EA" w:rsidRPr="003F0617" w:rsidRDefault="00FD32EA" w:rsidP="00FD32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617">
              <w:rPr>
                <w:rFonts w:ascii="Corbel" w:hAnsi="Corbel"/>
                <w:b w:val="0"/>
                <w:smallCaps w:val="0"/>
                <w:szCs w:val="24"/>
                <w:lang w:val="en-US"/>
              </w:rPr>
              <w:lastRenderedPageBreak/>
              <w:t xml:space="preserve">Aronson, E., Wilson, T. D., Akert, R. M. (2012). </w:t>
            </w:r>
            <w:r w:rsidRPr="003F0617">
              <w:rPr>
                <w:rFonts w:ascii="Corbel" w:hAnsi="Corbel"/>
                <w:b w:val="0"/>
                <w:smallCaps w:val="0"/>
                <w:szCs w:val="24"/>
              </w:rPr>
              <w:t>Psychologia społeczna. Nowe wydanie rozszerzone i zaktualizowane. Poznań</w:t>
            </w:r>
            <w:r w:rsidR="00D87732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1C73FD" w:rsidRPr="004B18C5">
              <w:rPr>
                <w:rFonts w:ascii="Corbel" w:hAnsi="Corbel"/>
                <w:b w:val="0"/>
                <w:smallCaps w:val="0"/>
                <w:szCs w:val="24"/>
              </w:rPr>
              <w:t>Wydawnictwo</w:t>
            </w:r>
            <w:r w:rsidRPr="003F061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B18C5" w:rsidRPr="004B18C5">
              <w:rPr>
                <w:rFonts w:ascii="Corbel" w:hAnsi="Corbel"/>
                <w:b w:val="0"/>
                <w:smallCaps w:val="0"/>
                <w:szCs w:val="24"/>
              </w:rPr>
              <w:t xml:space="preserve">Zysk i S-ka </w:t>
            </w:r>
          </w:p>
          <w:p w14:paraId="7B84816C" w14:textId="4656FFF0" w:rsidR="000637B4" w:rsidRPr="00F9748B" w:rsidRDefault="00FD32EA" w:rsidP="00FD32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32E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Zimbardo, P. G., Johnson, R. L.,  McCann, V. (2017). </w:t>
            </w:r>
            <w:r w:rsidRPr="003F0617">
              <w:rPr>
                <w:rFonts w:ascii="Corbel" w:hAnsi="Corbel"/>
                <w:b w:val="0"/>
                <w:smallCaps w:val="0"/>
                <w:szCs w:val="24"/>
              </w:rPr>
              <w:t>Psychologia klucz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owe koncepcje. Tom 5. Warszawa</w:t>
            </w:r>
            <w:r w:rsidR="00D06291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D06291" w:rsidRPr="00D06291">
              <w:rPr>
                <w:rFonts w:ascii="Corbel" w:hAnsi="Corbel"/>
                <w:b w:val="0"/>
                <w:smallCaps w:val="0"/>
                <w:szCs w:val="24"/>
              </w:rPr>
              <w:t>Wydawnictwo Naukowe PWN</w:t>
            </w:r>
            <w:r w:rsidR="00D0629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0637B4" w:rsidRPr="00F94D66" w14:paraId="6004FF16" w14:textId="77777777" w:rsidTr="00BA4D67">
        <w:trPr>
          <w:trHeight w:val="397"/>
        </w:trPr>
        <w:tc>
          <w:tcPr>
            <w:tcW w:w="7513" w:type="dxa"/>
          </w:tcPr>
          <w:p w14:paraId="54ECCDF8" w14:textId="77777777" w:rsidR="000637B4" w:rsidRDefault="000637B4" w:rsidP="00BA4D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5C3FECF" w14:textId="044A0A8C" w:rsidR="00FD32EA" w:rsidRDefault="00FD32EA" w:rsidP="00FD32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617">
              <w:rPr>
                <w:rFonts w:ascii="Corbel" w:hAnsi="Corbel"/>
                <w:b w:val="0"/>
                <w:smallCaps w:val="0"/>
                <w:szCs w:val="24"/>
              </w:rPr>
              <w:t>Kotowska, A. (2017). Autoprezentacja a obraz samego siebie – socjalizacyjne uwarunkowania wizerunku [w:] Kalisz, A., Tyc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3F0617">
              <w:rPr>
                <w:rFonts w:ascii="Corbel" w:hAnsi="Corbel"/>
                <w:b w:val="0"/>
                <w:smallCaps w:val="0"/>
                <w:szCs w:val="24"/>
              </w:rPr>
              <w:t xml:space="preserve"> E. (red.). Autopromocja, autoprezentacja, wizerunek w mediach masowych. Katowice</w:t>
            </w:r>
            <w:r w:rsidR="003A4BB4">
              <w:rPr>
                <w:rFonts w:ascii="Corbel" w:hAnsi="Corbel"/>
                <w:b w:val="0"/>
                <w:smallCaps w:val="0"/>
                <w:szCs w:val="24"/>
              </w:rPr>
              <w:t>: Wydawnictwo UŚ.</w:t>
            </w:r>
            <w:r w:rsidRPr="003F061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B75528C" w14:textId="44BA15A3" w:rsidR="00FD32EA" w:rsidRPr="003F0617" w:rsidRDefault="00FD32EA" w:rsidP="00FD32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F0617">
              <w:rPr>
                <w:rFonts w:ascii="Corbel" w:hAnsi="Corbel"/>
                <w:b w:val="0"/>
                <w:smallCaps w:val="0"/>
                <w:szCs w:val="24"/>
              </w:rPr>
              <w:t>Wojciszke</w:t>
            </w:r>
            <w:proofErr w:type="spellEnd"/>
            <w:r w:rsidRPr="003F0617">
              <w:rPr>
                <w:rFonts w:ascii="Corbel" w:hAnsi="Corbel"/>
                <w:b w:val="0"/>
                <w:smallCaps w:val="0"/>
                <w:szCs w:val="24"/>
              </w:rPr>
              <w:t>, B. (2011). Psychologia społeczna. Warszawa.</w:t>
            </w:r>
          </w:p>
          <w:p w14:paraId="6B1307E4" w14:textId="7C7D1661" w:rsidR="00FD32EA" w:rsidRPr="003F0617" w:rsidRDefault="00FD32EA" w:rsidP="00FD32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94D66">
              <w:rPr>
                <w:rFonts w:ascii="Corbel" w:hAnsi="Corbel"/>
                <w:b w:val="0"/>
                <w:smallCaps w:val="0"/>
                <w:szCs w:val="24"/>
              </w:rPr>
              <w:t>Zimbardo</w:t>
            </w:r>
            <w:proofErr w:type="spellEnd"/>
            <w:r w:rsidRPr="00F94D66">
              <w:rPr>
                <w:rFonts w:ascii="Corbel" w:hAnsi="Corbel"/>
                <w:b w:val="0"/>
                <w:smallCaps w:val="0"/>
                <w:szCs w:val="24"/>
              </w:rPr>
              <w:t xml:space="preserve">, P., Johnson, R. J., </w:t>
            </w:r>
            <w:proofErr w:type="spellStart"/>
            <w:r w:rsidRPr="00F94D66">
              <w:rPr>
                <w:rFonts w:ascii="Corbel" w:hAnsi="Corbel"/>
                <w:b w:val="0"/>
                <w:smallCaps w:val="0"/>
                <w:szCs w:val="24"/>
              </w:rPr>
              <w:t>McCann</w:t>
            </w:r>
            <w:proofErr w:type="spellEnd"/>
            <w:r w:rsidRPr="00F94D66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3F0617">
              <w:rPr>
                <w:rFonts w:ascii="Corbel" w:hAnsi="Corbel"/>
                <w:b w:val="0"/>
                <w:smallCaps w:val="0"/>
                <w:szCs w:val="24"/>
              </w:rPr>
              <w:t>V. (2017). Psychologia. Kluczowe koncepcje. Tom 1, Tom 4. Warszawa</w:t>
            </w:r>
            <w:r w:rsidR="00CA09FE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CA09FE" w:rsidRPr="00CA09FE">
              <w:rPr>
                <w:rFonts w:ascii="Corbel" w:hAnsi="Corbel"/>
                <w:b w:val="0"/>
                <w:smallCaps w:val="0"/>
                <w:szCs w:val="24"/>
              </w:rPr>
              <w:t>Wydawnictwo Naukowe PWN</w:t>
            </w:r>
            <w:r w:rsidR="00CA09F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422949D" w14:textId="20F30D41" w:rsidR="00FD32EA" w:rsidRPr="003F0617" w:rsidRDefault="00F94D66" w:rsidP="00FD32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Borecka-Biernat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D., Cywińska,</w:t>
            </w:r>
            <w:r w:rsidR="00FD32EA" w:rsidRPr="003F0617">
              <w:rPr>
                <w:rFonts w:ascii="Corbel" w:hAnsi="Corbel"/>
                <w:b w:val="0"/>
                <w:smallCaps w:val="0"/>
                <w:szCs w:val="24"/>
              </w:rPr>
              <w:t xml:space="preserve"> M. (2015). Konflikt społeczny w perspektywie socjologicznej i pedagogiczno-psychologicznej. Warszawa</w:t>
            </w:r>
            <w:r w:rsidR="003B2039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proofErr w:type="spellStart"/>
            <w:r w:rsidR="003B2039" w:rsidRPr="003B2039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="003B203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A1B6564" w14:textId="588409D4" w:rsidR="000637B4" w:rsidRPr="00F94D66" w:rsidRDefault="00FD32EA" w:rsidP="00FD32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proofErr w:type="spellStart"/>
            <w:r w:rsidRPr="003F0617">
              <w:rPr>
                <w:rFonts w:ascii="Corbel" w:hAnsi="Corbel"/>
                <w:b w:val="0"/>
                <w:smallCaps w:val="0"/>
                <w:szCs w:val="24"/>
              </w:rPr>
              <w:t>Forsterling</w:t>
            </w:r>
            <w:proofErr w:type="spellEnd"/>
            <w:r w:rsidRPr="003F0617">
              <w:rPr>
                <w:rFonts w:ascii="Corbel" w:hAnsi="Corbel"/>
                <w:b w:val="0"/>
                <w:smallCaps w:val="0"/>
                <w:szCs w:val="24"/>
              </w:rPr>
              <w:t>, F. (2005). Atrybucje. Podstawowe teorie, 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adania i zastosowanie. </w:t>
            </w:r>
            <w:proofErr w:type="spellStart"/>
            <w:r w:rsidRPr="00F94D6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Gdańsk</w:t>
            </w:r>
            <w:proofErr w:type="spellEnd"/>
            <w:r w:rsidR="00E8703D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</w:t>
            </w:r>
            <w:proofErr w:type="spellStart"/>
            <w:r w:rsidR="00E8703D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Wydawnictwo</w:t>
            </w:r>
            <w:proofErr w:type="spellEnd"/>
            <w:r w:rsidR="00E8703D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GWP.</w:t>
            </w:r>
            <w:bookmarkStart w:id="0" w:name="_GoBack"/>
            <w:bookmarkEnd w:id="0"/>
            <w:r w:rsidRPr="00F94D6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r w:rsidRPr="00F94D66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</w:p>
          <w:p w14:paraId="2DBA362A" w14:textId="77777777" w:rsidR="00F94D66" w:rsidRDefault="00F94D66" w:rsidP="00F94D6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94D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Lima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M. L.</w:t>
            </w:r>
            <w:r w:rsidRPr="00F94D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(2014). </w:t>
            </w:r>
            <w:proofErr w:type="spellStart"/>
            <w:r w:rsidRPr="00F94D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Psychology</w:t>
            </w:r>
            <w:proofErr w:type="spellEnd"/>
            <w:r w:rsidRPr="00F94D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Fundamentals and </w:t>
            </w:r>
            <w:proofErr w:type="spellStart"/>
            <w:r w:rsidRPr="00F94D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Fundamentalisms</w:t>
            </w:r>
            <w:proofErr w:type="spellEnd"/>
            <w:r w:rsidRPr="00F94D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proofErr w:type="spellStart"/>
            <w:r w:rsidRPr="00F94D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Trends</w:t>
            </w:r>
            <w:proofErr w:type="spellEnd"/>
            <w:r w:rsidRPr="00F94D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in </w:t>
            </w:r>
            <w:proofErr w:type="spellStart"/>
            <w:r w:rsidRPr="00F94D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Psychology</w:t>
            </w:r>
            <w:proofErr w:type="spellEnd"/>
            <w:r w:rsidRPr="00F94D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/ </w:t>
            </w:r>
            <w:proofErr w:type="spellStart"/>
            <w:r w:rsidRPr="00F94D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Temas</w:t>
            </w:r>
            <w:proofErr w:type="spellEnd"/>
            <w:r w:rsidRPr="00F94D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em </w:t>
            </w:r>
            <w:proofErr w:type="spellStart"/>
            <w:r w:rsidRPr="00F94D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Psicologia</w:t>
            </w:r>
            <w:proofErr w:type="spellEnd"/>
            <w:r w:rsidRPr="00F94D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Vol. 22.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Number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1. 179-193.</w:t>
            </w:r>
          </w:p>
          <w:p w14:paraId="4A98B92E" w14:textId="7ECC0813" w:rsidR="00F94D66" w:rsidRPr="00F94D66" w:rsidRDefault="00C014F7" w:rsidP="00F94D6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hyperlink r:id="rId11" w:history="1">
              <w:r w:rsidR="00F94D66" w:rsidRPr="0051717F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https://www.researchgate.net/publication/286229847_Social_Psychology_Fundamentals_and_fundamentalisms</w:t>
              </w:r>
            </w:hyperlink>
            <w:r w:rsidR="00F94D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3ABAE5FB" w14:textId="77777777" w:rsidR="00412A42" w:rsidRPr="00F94D66" w:rsidRDefault="00412A42" w:rsidP="00412A42">
      <w:pPr>
        <w:spacing w:after="0" w:line="240" w:lineRule="auto"/>
        <w:ind w:left="360"/>
        <w:rPr>
          <w:rFonts w:ascii="Corbel" w:hAnsi="Corbel"/>
          <w:sz w:val="24"/>
          <w:szCs w:val="24"/>
        </w:rPr>
      </w:pPr>
    </w:p>
    <w:p w14:paraId="2F1592BF" w14:textId="77777777" w:rsidR="00412A42" w:rsidRPr="00F94D66" w:rsidRDefault="00412A42" w:rsidP="00412A42">
      <w:pPr>
        <w:spacing w:after="0" w:line="240" w:lineRule="auto"/>
        <w:ind w:left="360"/>
        <w:rPr>
          <w:rFonts w:ascii="Corbel" w:hAnsi="Corbel"/>
          <w:sz w:val="24"/>
          <w:szCs w:val="24"/>
        </w:rPr>
      </w:pPr>
    </w:p>
    <w:p w14:paraId="69AB6494" w14:textId="77777777" w:rsidR="00412A42" w:rsidRDefault="00DE57B6" w:rsidP="00412A42">
      <w:pPr>
        <w:spacing w:after="0" w:line="240" w:lineRule="auto"/>
        <w:ind w:left="360"/>
        <w:rPr>
          <w:rFonts w:ascii="Corbel" w:hAnsi="Corbel"/>
          <w:sz w:val="24"/>
          <w:szCs w:val="24"/>
        </w:rPr>
      </w:pPr>
      <w:r w:rsidRPr="00F94D66">
        <w:rPr>
          <w:rFonts w:ascii="Corbel" w:hAnsi="Corbel"/>
          <w:sz w:val="24"/>
          <w:szCs w:val="24"/>
        </w:rPr>
        <w:t xml:space="preserve">            </w:t>
      </w:r>
      <w:r w:rsidR="00412A42" w:rsidRPr="00412A42">
        <w:rPr>
          <w:rFonts w:ascii="Corbel" w:hAnsi="Corbel"/>
          <w:sz w:val="24"/>
          <w:szCs w:val="24"/>
        </w:rPr>
        <w:t>Akceptacja Kierownika Jednostki lub osoby upoważnionej</w:t>
      </w:r>
    </w:p>
    <w:p w14:paraId="6F3E6EA2" w14:textId="77777777" w:rsidR="000637B4" w:rsidRDefault="000637B4" w:rsidP="00412A42">
      <w:pPr>
        <w:spacing w:after="0" w:line="240" w:lineRule="auto"/>
        <w:ind w:left="360"/>
        <w:rPr>
          <w:rFonts w:ascii="Corbel" w:hAnsi="Corbel"/>
          <w:sz w:val="24"/>
          <w:szCs w:val="24"/>
        </w:rPr>
      </w:pPr>
    </w:p>
    <w:p w14:paraId="49273A22" w14:textId="77777777" w:rsidR="000637B4" w:rsidRDefault="000637B4" w:rsidP="00412A42">
      <w:pPr>
        <w:spacing w:after="0" w:line="240" w:lineRule="auto"/>
        <w:ind w:left="360"/>
        <w:rPr>
          <w:rFonts w:ascii="Corbel" w:hAnsi="Corbel"/>
          <w:sz w:val="24"/>
          <w:szCs w:val="24"/>
        </w:rPr>
      </w:pPr>
    </w:p>
    <w:p w14:paraId="00EDF8CE" w14:textId="77777777" w:rsidR="000637B4" w:rsidRDefault="000637B4" w:rsidP="00412A42">
      <w:pPr>
        <w:spacing w:after="0" w:line="240" w:lineRule="auto"/>
        <w:ind w:left="360"/>
        <w:rPr>
          <w:rFonts w:ascii="Corbel" w:hAnsi="Corbel"/>
          <w:sz w:val="24"/>
          <w:szCs w:val="24"/>
        </w:rPr>
      </w:pPr>
    </w:p>
    <w:p w14:paraId="446EB121" w14:textId="77777777" w:rsidR="000637B4" w:rsidRDefault="000637B4" w:rsidP="00412A42">
      <w:pPr>
        <w:spacing w:after="0" w:line="240" w:lineRule="auto"/>
        <w:ind w:left="360"/>
        <w:rPr>
          <w:rFonts w:ascii="Corbel" w:hAnsi="Corbel"/>
          <w:sz w:val="24"/>
          <w:szCs w:val="24"/>
        </w:rPr>
      </w:pPr>
    </w:p>
    <w:p w14:paraId="658E24F7" w14:textId="77777777" w:rsidR="000637B4" w:rsidRDefault="000637B4" w:rsidP="00412A42">
      <w:pPr>
        <w:spacing w:after="0" w:line="240" w:lineRule="auto"/>
        <w:ind w:left="360"/>
        <w:rPr>
          <w:rFonts w:ascii="Corbel" w:hAnsi="Corbel"/>
          <w:sz w:val="24"/>
          <w:szCs w:val="24"/>
        </w:rPr>
      </w:pPr>
    </w:p>
    <w:p w14:paraId="192D0534" w14:textId="77777777" w:rsidR="000637B4" w:rsidRPr="00412A42" w:rsidRDefault="000637B4" w:rsidP="00412A42">
      <w:pPr>
        <w:spacing w:after="0" w:line="240" w:lineRule="auto"/>
        <w:ind w:left="360"/>
        <w:rPr>
          <w:rFonts w:ascii="Corbel" w:hAnsi="Corbel"/>
          <w:b/>
          <w:smallCaps/>
          <w:sz w:val="24"/>
          <w:szCs w:val="24"/>
        </w:rPr>
      </w:pPr>
    </w:p>
    <w:p w14:paraId="6F2D5DD3" w14:textId="77777777" w:rsidR="0085747A" w:rsidRPr="009C54AE" w:rsidRDefault="0085747A" w:rsidP="00DE57B6">
      <w:pPr>
        <w:pStyle w:val="Punktygwne"/>
        <w:spacing w:before="0" w:after="0"/>
        <w:rPr>
          <w:rFonts w:ascii="Corbel" w:hAnsi="Corbel"/>
          <w:szCs w:val="24"/>
        </w:rPr>
      </w:pP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5146A6" w14:textId="77777777" w:rsidR="00C014F7" w:rsidRDefault="00C014F7" w:rsidP="00C16ABF">
      <w:pPr>
        <w:spacing w:after="0" w:line="240" w:lineRule="auto"/>
      </w:pPr>
      <w:r>
        <w:separator/>
      </w:r>
    </w:p>
  </w:endnote>
  <w:endnote w:type="continuationSeparator" w:id="0">
    <w:p w14:paraId="257B9B9A" w14:textId="77777777" w:rsidR="00C014F7" w:rsidRDefault="00C014F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64BDE1" w14:textId="77777777" w:rsidR="00C014F7" w:rsidRDefault="00C014F7" w:rsidP="00C16ABF">
      <w:pPr>
        <w:spacing w:after="0" w:line="240" w:lineRule="auto"/>
      </w:pPr>
      <w:r>
        <w:separator/>
      </w:r>
    </w:p>
  </w:footnote>
  <w:footnote w:type="continuationSeparator" w:id="0">
    <w:p w14:paraId="676D5E6E" w14:textId="77777777" w:rsidR="00C014F7" w:rsidRDefault="00C014F7" w:rsidP="00C16ABF">
      <w:pPr>
        <w:spacing w:after="0" w:line="240" w:lineRule="auto"/>
      </w:pPr>
      <w:r>
        <w:continuationSeparator/>
      </w:r>
    </w:p>
  </w:footnote>
  <w:footnote w:id="1">
    <w:p w14:paraId="73BE6293" w14:textId="77777777" w:rsidR="00412A42" w:rsidRDefault="00412A42" w:rsidP="00412A4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3797"/>
    <w:rsid w:val="00044C82"/>
    <w:rsid w:val="000637B4"/>
    <w:rsid w:val="00070ED6"/>
    <w:rsid w:val="00070F61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4C23"/>
    <w:rsid w:val="000F1C57"/>
    <w:rsid w:val="000F430E"/>
    <w:rsid w:val="000F5615"/>
    <w:rsid w:val="001000E4"/>
    <w:rsid w:val="00124BFF"/>
    <w:rsid w:val="0012560E"/>
    <w:rsid w:val="00127108"/>
    <w:rsid w:val="00131D46"/>
    <w:rsid w:val="00134B13"/>
    <w:rsid w:val="00146BC0"/>
    <w:rsid w:val="00153C41"/>
    <w:rsid w:val="00154381"/>
    <w:rsid w:val="00164FA7"/>
    <w:rsid w:val="001661B0"/>
    <w:rsid w:val="00166A03"/>
    <w:rsid w:val="001718A7"/>
    <w:rsid w:val="001737CF"/>
    <w:rsid w:val="00176083"/>
    <w:rsid w:val="00192F37"/>
    <w:rsid w:val="001A70D2"/>
    <w:rsid w:val="001C73FD"/>
    <w:rsid w:val="001D2A6B"/>
    <w:rsid w:val="001D657B"/>
    <w:rsid w:val="001D7B54"/>
    <w:rsid w:val="001E0209"/>
    <w:rsid w:val="001F2CA2"/>
    <w:rsid w:val="002144C0"/>
    <w:rsid w:val="0022477D"/>
    <w:rsid w:val="002336F9"/>
    <w:rsid w:val="0024028F"/>
    <w:rsid w:val="00244ABC"/>
    <w:rsid w:val="00246771"/>
    <w:rsid w:val="00261B44"/>
    <w:rsid w:val="002668B7"/>
    <w:rsid w:val="00271153"/>
    <w:rsid w:val="00281FF2"/>
    <w:rsid w:val="002857DE"/>
    <w:rsid w:val="0028776A"/>
    <w:rsid w:val="00291567"/>
    <w:rsid w:val="002A2389"/>
    <w:rsid w:val="002A671D"/>
    <w:rsid w:val="002B4D55"/>
    <w:rsid w:val="002B5EA0"/>
    <w:rsid w:val="002B6119"/>
    <w:rsid w:val="002C1F06"/>
    <w:rsid w:val="002C5BD5"/>
    <w:rsid w:val="002D254B"/>
    <w:rsid w:val="002D73D4"/>
    <w:rsid w:val="002F02A3"/>
    <w:rsid w:val="002F4ABE"/>
    <w:rsid w:val="003018BA"/>
    <w:rsid w:val="00302C37"/>
    <w:rsid w:val="00305C92"/>
    <w:rsid w:val="0031384E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4BB4"/>
    <w:rsid w:val="003B2039"/>
    <w:rsid w:val="003C0BAE"/>
    <w:rsid w:val="003D18A9"/>
    <w:rsid w:val="003D45ED"/>
    <w:rsid w:val="003D6CE2"/>
    <w:rsid w:val="003D784D"/>
    <w:rsid w:val="003E1941"/>
    <w:rsid w:val="003E2FE6"/>
    <w:rsid w:val="003E49D5"/>
    <w:rsid w:val="003F38C0"/>
    <w:rsid w:val="00412A42"/>
    <w:rsid w:val="00414E3C"/>
    <w:rsid w:val="00420677"/>
    <w:rsid w:val="0042244A"/>
    <w:rsid w:val="0042745A"/>
    <w:rsid w:val="00431D5C"/>
    <w:rsid w:val="00435A0F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B18C5"/>
    <w:rsid w:val="004D2E69"/>
    <w:rsid w:val="004D5282"/>
    <w:rsid w:val="004F1551"/>
    <w:rsid w:val="004F55A3"/>
    <w:rsid w:val="0050496F"/>
    <w:rsid w:val="00513B6F"/>
    <w:rsid w:val="00517C63"/>
    <w:rsid w:val="00531D18"/>
    <w:rsid w:val="005363C4"/>
    <w:rsid w:val="00536BDE"/>
    <w:rsid w:val="00543ACC"/>
    <w:rsid w:val="00585592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40B29"/>
    <w:rsid w:val="00647FA8"/>
    <w:rsid w:val="006507E0"/>
    <w:rsid w:val="0065333F"/>
    <w:rsid w:val="006620D9"/>
    <w:rsid w:val="00671958"/>
    <w:rsid w:val="00675843"/>
    <w:rsid w:val="00696477"/>
    <w:rsid w:val="006B7A9A"/>
    <w:rsid w:val="006C7922"/>
    <w:rsid w:val="006D050F"/>
    <w:rsid w:val="006D6139"/>
    <w:rsid w:val="006E5D65"/>
    <w:rsid w:val="006F1282"/>
    <w:rsid w:val="006F1FBC"/>
    <w:rsid w:val="00706544"/>
    <w:rsid w:val="007072BA"/>
    <w:rsid w:val="00707B7C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823A4"/>
    <w:rsid w:val="00790E27"/>
    <w:rsid w:val="007A2C7C"/>
    <w:rsid w:val="007A4022"/>
    <w:rsid w:val="007A6E6E"/>
    <w:rsid w:val="007C3299"/>
    <w:rsid w:val="007C3BCC"/>
    <w:rsid w:val="007D6E56"/>
    <w:rsid w:val="007F4155"/>
    <w:rsid w:val="007F5F06"/>
    <w:rsid w:val="0081707E"/>
    <w:rsid w:val="00830412"/>
    <w:rsid w:val="0084194D"/>
    <w:rsid w:val="008449B3"/>
    <w:rsid w:val="0085747A"/>
    <w:rsid w:val="00871E3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037E0"/>
    <w:rsid w:val="00A155EE"/>
    <w:rsid w:val="00A2245B"/>
    <w:rsid w:val="00A30110"/>
    <w:rsid w:val="00A36899"/>
    <w:rsid w:val="00A371F6"/>
    <w:rsid w:val="00A40CA9"/>
    <w:rsid w:val="00A43BF6"/>
    <w:rsid w:val="00A54817"/>
    <w:rsid w:val="00A601C8"/>
    <w:rsid w:val="00A60799"/>
    <w:rsid w:val="00A9576F"/>
    <w:rsid w:val="00A97DE1"/>
    <w:rsid w:val="00AB053C"/>
    <w:rsid w:val="00AB490B"/>
    <w:rsid w:val="00AB6C7F"/>
    <w:rsid w:val="00AC1F75"/>
    <w:rsid w:val="00AD1146"/>
    <w:rsid w:val="00AD27D3"/>
    <w:rsid w:val="00AD66D6"/>
    <w:rsid w:val="00AD7194"/>
    <w:rsid w:val="00AE1160"/>
    <w:rsid w:val="00AE203C"/>
    <w:rsid w:val="00AE2E74"/>
    <w:rsid w:val="00AE5FCB"/>
    <w:rsid w:val="00AF2C1E"/>
    <w:rsid w:val="00AF3B01"/>
    <w:rsid w:val="00B06142"/>
    <w:rsid w:val="00B135B1"/>
    <w:rsid w:val="00B277AF"/>
    <w:rsid w:val="00B3130B"/>
    <w:rsid w:val="00B40ADB"/>
    <w:rsid w:val="00B43B77"/>
    <w:rsid w:val="00B43E80"/>
    <w:rsid w:val="00B46865"/>
    <w:rsid w:val="00B46E94"/>
    <w:rsid w:val="00B507B8"/>
    <w:rsid w:val="00B607DB"/>
    <w:rsid w:val="00B66529"/>
    <w:rsid w:val="00B75946"/>
    <w:rsid w:val="00B8056E"/>
    <w:rsid w:val="00B819C8"/>
    <w:rsid w:val="00B82308"/>
    <w:rsid w:val="00B83F54"/>
    <w:rsid w:val="00BA1EC8"/>
    <w:rsid w:val="00BA4D67"/>
    <w:rsid w:val="00BB520A"/>
    <w:rsid w:val="00BD3869"/>
    <w:rsid w:val="00BD66E9"/>
    <w:rsid w:val="00BF2C41"/>
    <w:rsid w:val="00C014F7"/>
    <w:rsid w:val="00C058B4"/>
    <w:rsid w:val="00C131B5"/>
    <w:rsid w:val="00C13ACE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39CB"/>
    <w:rsid w:val="00C94B98"/>
    <w:rsid w:val="00CA09FE"/>
    <w:rsid w:val="00CA2B96"/>
    <w:rsid w:val="00CA5089"/>
    <w:rsid w:val="00CB0E58"/>
    <w:rsid w:val="00CC1E63"/>
    <w:rsid w:val="00CD6897"/>
    <w:rsid w:val="00CE5BAC"/>
    <w:rsid w:val="00CF25BE"/>
    <w:rsid w:val="00CF78ED"/>
    <w:rsid w:val="00D02B25"/>
    <w:rsid w:val="00D02EBA"/>
    <w:rsid w:val="00D06291"/>
    <w:rsid w:val="00D132C0"/>
    <w:rsid w:val="00D17C3C"/>
    <w:rsid w:val="00D26B2C"/>
    <w:rsid w:val="00D352C9"/>
    <w:rsid w:val="00D425B2"/>
    <w:rsid w:val="00D552B2"/>
    <w:rsid w:val="00D608D1"/>
    <w:rsid w:val="00D74119"/>
    <w:rsid w:val="00D8075B"/>
    <w:rsid w:val="00D80CEE"/>
    <w:rsid w:val="00D8678B"/>
    <w:rsid w:val="00D87732"/>
    <w:rsid w:val="00D87915"/>
    <w:rsid w:val="00DA2114"/>
    <w:rsid w:val="00DE09C0"/>
    <w:rsid w:val="00DE57B6"/>
    <w:rsid w:val="00DF320D"/>
    <w:rsid w:val="00DF71C8"/>
    <w:rsid w:val="00E129B8"/>
    <w:rsid w:val="00E21E7D"/>
    <w:rsid w:val="00E22FBC"/>
    <w:rsid w:val="00E24BF5"/>
    <w:rsid w:val="00E25338"/>
    <w:rsid w:val="00E371C1"/>
    <w:rsid w:val="00E51E44"/>
    <w:rsid w:val="00E63348"/>
    <w:rsid w:val="00E77E88"/>
    <w:rsid w:val="00E8107D"/>
    <w:rsid w:val="00E8703D"/>
    <w:rsid w:val="00EA4832"/>
    <w:rsid w:val="00EB7E1A"/>
    <w:rsid w:val="00EC4899"/>
    <w:rsid w:val="00ED03AB"/>
    <w:rsid w:val="00ED32D2"/>
    <w:rsid w:val="00EE32DE"/>
    <w:rsid w:val="00EE5457"/>
    <w:rsid w:val="00EE61BB"/>
    <w:rsid w:val="00EF2598"/>
    <w:rsid w:val="00F012FF"/>
    <w:rsid w:val="00F070AB"/>
    <w:rsid w:val="00F12EA5"/>
    <w:rsid w:val="00F27A7B"/>
    <w:rsid w:val="00F526AF"/>
    <w:rsid w:val="00F617C3"/>
    <w:rsid w:val="00F619CF"/>
    <w:rsid w:val="00F7066B"/>
    <w:rsid w:val="00F82405"/>
    <w:rsid w:val="00F83B28"/>
    <w:rsid w:val="00F92291"/>
    <w:rsid w:val="00F94D66"/>
    <w:rsid w:val="00F9748B"/>
    <w:rsid w:val="00F979B1"/>
    <w:rsid w:val="00FB7DBA"/>
    <w:rsid w:val="00FC1C25"/>
    <w:rsid w:val="00FC3F45"/>
    <w:rsid w:val="00FD32EA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DCC70"/>
  <w15:chartTrackingRefBased/>
  <w15:docId w15:val="{3ED3CA26-B739-4D1F-A628-419C4DD5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637B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2711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115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7115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115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7115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researchgate.net/publication/286229847_Social_Psychology_Fundamentals_and_fundamentalisms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D779364921343B0EFED67DAF85B8F" ma:contentTypeVersion="4" ma:contentTypeDescription="Create a new document." ma:contentTypeScope="" ma:versionID="8ff091e41e0ad5a51771610848f23aaf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46fb3260325176dfbab62d5ec1371ac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B97FE-2A92-42BB-AD2F-EBC69ED8E741}"/>
</file>

<file path=customXml/itemProps2.xml><?xml version="1.0" encoding="utf-8"?>
<ds:datastoreItem xmlns:ds="http://schemas.openxmlformats.org/officeDocument/2006/customXml" ds:itemID="{8C07AB93-199A-44E9-BC9B-BE71AB69A5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6DE7896-F1E5-4111-95DA-3D0E014926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6FFEFF-2B5D-47EC-B26B-D4D73050B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25</TotalTime>
  <Pages>5</Pages>
  <Words>1186</Words>
  <Characters>7121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Garwol Katarzyna</cp:lastModifiedBy>
  <cp:revision>24</cp:revision>
  <cp:lastPrinted>2017-02-15T12:41:00Z</cp:lastPrinted>
  <dcterms:created xsi:type="dcterms:W3CDTF">2020-11-02T10:37:00Z</dcterms:created>
  <dcterms:modified xsi:type="dcterms:W3CDTF">2021-09-17T09:33:00Z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